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DC" w:rsidRDefault="00FE25D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FE25DC" w:rsidRDefault="00FE25D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E25DC" w:rsidRDefault="00FE25D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FE25DC" w:rsidRDefault="00FE25DC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FE25DC" w:rsidRDefault="00FE25DC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FE25DC" w:rsidRDefault="00FE25DC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FE25DC" w:rsidRDefault="00FE25DC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FE25DC" w:rsidRDefault="00FE25DC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FE25DC" w:rsidRDefault="00FE25DC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FE25DC" w:rsidRDefault="00FE25D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FE25DC" w:rsidRDefault="00FE25DC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FE25DC" w:rsidRDefault="00FE25DC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>
        <w:rPr>
          <w:rFonts w:ascii="Cambria" w:hAnsi="Cambria"/>
          <w:sz w:val="18"/>
          <w:szCs w:val="18"/>
        </w:rPr>
        <w:t>podstawowy bez na zadanie pn:</w:t>
      </w:r>
    </w:p>
    <w:p w:rsidR="00FE25DC" w:rsidRDefault="00FE25DC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FE25DC" w:rsidRDefault="00FE25DC" w:rsidP="009B29E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 w:cs="Verdana"/>
          <w:color w:val="0000CD"/>
          <w:sz w:val="20"/>
          <w:szCs w:val="20"/>
        </w:rPr>
        <w:t xml:space="preserve">„sukcesywna </w:t>
      </w:r>
      <w:r>
        <w:rPr>
          <w:rFonts w:ascii="Cambria" w:hAnsi="Cambria" w:cs="Verdana"/>
          <w:color w:val="0000FF"/>
          <w:sz w:val="20"/>
          <w:szCs w:val="20"/>
        </w:rPr>
        <w:t>24</w:t>
      </w:r>
      <w:r w:rsidRPr="00F0755D">
        <w:rPr>
          <w:rFonts w:ascii="Cambria" w:hAnsi="Cambria" w:cs="Verdana"/>
          <w:color w:val="0000FF"/>
          <w:sz w:val="20"/>
          <w:szCs w:val="20"/>
        </w:rPr>
        <w:t xml:space="preserve"> m-czna</w:t>
      </w:r>
      <w:r w:rsidRPr="00E064E7">
        <w:rPr>
          <w:rFonts w:ascii="Cambria" w:hAnsi="Cambria" w:cs="Verdana"/>
          <w:color w:val="FF00FF"/>
          <w:sz w:val="20"/>
          <w:szCs w:val="20"/>
        </w:rPr>
        <w:t xml:space="preserve"> </w:t>
      </w:r>
      <w:r>
        <w:rPr>
          <w:rFonts w:ascii="Cambria" w:hAnsi="Cambria" w:cs="Verdana"/>
          <w:color w:val="0000CD"/>
          <w:sz w:val="20"/>
          <w:szCs w:val="20"/>
        </w:rPr>
        <w:t>d</w:t>
      </w:r>
      <w:r>
        <w:rPr>
          <w:rFonts w:ascii="Cambria" w:eastAsia="Microsoft YaHei" w:hAnsi="Cambria" w:cs="Cambria"/>
          <w:color w:val="0000CD"/>
          <w:sz w:val="20"/>
          <w:szCs w:val="20"/>
        </w:rPr>
        <w:t>ostawa jałowych wyrobów medycznych dla</w:t>
      </w:r>
    </w:p>
    <w:p w:rsidR="00FE25DC" w:rsidRDefault="00FE25DC" w:rsidP="009B29E8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>
        <w:rPr>
          <w:rFonts w:ascii="Cambria" w:eastAsia="Microsoft YaHei" w:hAnsi="Cambria"/>
          <w:color w:val="0000CD"/>
          <w:sz w:val="20"/>
          <w:szCs w:val="20"/>
        </w:rPr>
        <w:t>SPZOZ w Wolsztynie</w:t>
      </w:r>
      <w:r>
        <w:rPr>
          <w:rFonts w:ascii="Cambria" w:hAnsi="Cambria" w:cs="Cambria"/>
          <w:color w:val="0000FF"/>
          <w:sz w:val="20"/>
          <w:szCs w:val="20"/>
        </w:rPr>
        <w:t>”.</w:t>
      </w:r>
    </w:p>
    <w:p w:rsidR="00FE25DC" w:rsidRPr="00995809" w:rsidRDefault="00FE25DC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6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</w:p>
    <w:p w:rsidR="00FE25DC" w:rsidRDefault="00FE25DC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FE25DC" w:rsidRDefault="00FE25DC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E25DC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FE25DC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E25DC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E25DC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E25DC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FE25DC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FE25DC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E25DC" w:rsidRPr="008D10CF" w:rsidRDefault="00FE25DC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FE25DC" w:rsidRDefault="00FE25DC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FE25DC" w:rsidRDefault="00FE25DC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FE25DC" w:rsidRDefault="00FE25DC" w:rsidP="00A3259D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nr 2 </w:t>
      </w:r>
      <w:r w:rsidRPr="0088534D">
        <w:rPr>
          <w:rFonts w:ascii="Cambria" w:hAnsi="Cambria" w:cs="Calibri"/>
          <w:b/>
          <w:sz w:val="18"/>
          <w:szCs w:val="18"/>
        </w:rPr>
        <w:t>do SWZ</w:t>
      </w:r>
      <w:r>
        <w:rPr>
          <w:rFonts w:ascii="Cambria" w:hAnsi="Cambria" w:cs="Calibri"/>
          <w:b/>
          <w:sz w:val="18"/>
          <w:szCs w:val="18"/>
        </w:rPr>
        <w:t xml:space="preserve"> </w:t>
      </w:r>
      <w:r w:rsidRPr="00B84DE6">
        <w:rPr>
          <w:rFonts w:ascii="Cambria" w:hAnsi="Cambria" w:cs="Calibri"/>
          <w:sz w:val="18"/>
          <w:szCs w:val="18"/>
        </w:rPr>
        <w:t>za k</w:t>
      </w:r>
      <w:r>
        <w:rPr>
          <w:rFonts w:ascii="Cambria" w:hAnsi="Cambria" w:cs="Calibri"/>
          <w:sz w:val="18"/>
          <w:szCs w:val="18"/>
        </w:rPr>
        <w:t>wotę:</w:t>
      </w:r>
    </w:p>
    <w:p w:rsidR="00FE25DC" w:rsidRDefault="00FE25DC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FE25DC" w:rsidRDefault="00FE25DC" w:rsidP="00DB7538">
      <w:pPr>
        <w:tabs>
          <w:tab w:val="left" w:pos="0"/>
        </w:tabs>
        <w:suppressAutoHyphens w:val="0"/>
        <w:autoSpaceDE w:val="0"/>
        <w:spacing w:line="276" w:lineRule="auto"/>
        <w:jc w:val="both"/>
        <w:rPr>
          <w:rFonts w:ascii="Cambria" w:hAnsi="Cambria" w:cs="Calibri"/>
          <w:b/>
          <w:color w:val="0000FF"/>
          <w:sz w:val="20"/>
          <w:szCs w:val="20"/>
        </w:rPr>
      </w:pP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FE25DC" w:rsidTr="00703EA9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:rsidR="00FE25DC" w:rsidRDefault="00FE25DC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Pakiet 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  <w:p w:rsidR="00FE25DC" w:rsidRPr="009B29E8" w:rsidRDefault="00FE25DC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 w:rsidRPr="009B29E8">
              <w:rPr>
                <w:rFonts w:ascii="Cambria" w:hAnsi="Cambria" w:cs="Calibri"/>
                <w:i/>
                <w:sz w:val="20"/>
                <w:szCs w:val="20"/>
              </w:rPr>
              <w:t>podać nr pakietu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DC" w:rsidRDefault="00FE25DC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</w:p>
          <w:p w:rsidR="00FE25DC" w:rsidRDefault="00FE25DC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FE25DC" w:rsidRDefault="00FE25DC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FE25DC" w:rsidRDefault="00FE25DC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FE25DC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FE25DC" w:rsidRDefault="00FE25DC">
      <w:pPr>
        <w:spacing w:line="276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FE25DC" w:rsidRPr="00B84DE6" w:rsidRDefault="00FE25DC">
      <w:pPr>
        <w:spacing w:before="8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B84DE6">
        <w:rPr>
          <w:rFonts w:ascii="Cambria" w:hAnsi="Cambria" w:cs="Arial"/>
          <w:b/>
          <w:sz w:val="20"/>
          <w:szCs w:val="20"/>
          <w:u w:val="single"/>
        </w:rPr>
        <w:t xml:space="preserve">Oświadczenia dotyczące kryteriów oceny ofert: </w:t>
      </w:r>
    </w:p>
    <w:p w:rsidR="00FE25DC" w:rsidRPr="00B84DE6" w:rsidRDefault="00FE25DC">
      <w:pPr>
        <w:tabs>
          <w:tab w:val="left" w:pos="284"/>
        </w:tabs>
        <w:spacing w:line="276" w:lineRule="auto"/>
        <w:jc w:val="both"/>
        <w:rPr>
          <w:rFonts w:ascii="Cambria" w:hAnsi="Cambria" w:cs="Calibri"/>
          <w:bCs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 xml:space="preserve">Oświadczam/y, że 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ab/>
      </w:r>
    </w:p>
    <w:p w:rsidR="00FE25DC" w:rsidRPr="00B84DE6" w:rsidRDefault="00FE25DC" w:rsidP="00B84DE6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>Oświadczam, że termin sukcesywnych dostaw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wynosi .................... dni (maksymalny termin ustalony przez Zamawiającego wynosi 3</w:t>
      </w:r>
      <w:r w:rsidRPr="00B84DE6">
        <w:rPr>
          <w:rFonts w:ascii="Cambria" w:hAnsi="Cambria" w:cs="Arial"/>
          <w:bCs/>
          <w:color w:val="0000FF"/>
          <w:sz w:val="20"/>
          <w:szCs w:val="20"/>
        </w:rPr>
        <w:t xml:space="preserve"> dni)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FE25DC" w:rsidRPr="00B84DE6" w:rsidRDefault="00FE25DC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FE25DC" w:rsidRPr="00B84DE6" w:rsidRDefault="00FE25DC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FE25DC" w:rsidRPr="00B84DE6" w:rsidRDefault="00FE25DC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FE25DC" w:rsidRPr="00B84DE6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FE25DC" w:rsidRPr="00B84DE6" w:rsidRDefault="00FE25D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DC" w:rsidRPr="00B84DE6" w:rsidRDefault="00FE25D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FE25DC" w:rsidRPr="00B84DE6" w:rsidRDefault="00FE25DC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FE25DC" w:rsidRPr="00B84DE6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FE25DC" w:rsidRPr="00B84DE6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FE25DC" w:rsidRPr="00B84DE6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FE25DC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25DC" w:rsidRPr="00B84DE6" w:rsidRDefault="00FE25D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E25DC" w:rsidRPr="00B84DE6" w:rsidRDefault="00FE25DC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FE25DC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E25DC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E25DC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E25DC" w:rsidRDefault="00FE25D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25DC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E25DC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FE25DC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E25DC" w:rsidRDefault="00FE25D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FE25DC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25DC" w:rsidRDefault="00FE25D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25DC" w:rsidRDefault="00FE25D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25DC" w:rsidRDefault="00FE25D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DC" w:rsidRDefault="00FE25DC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FE25DC" w:rsidRDefault="00FE25DC">
      <w:pPr>
        <w:ind w:left="720"/>
        <w:rPr>
          <w:rFonts w:ascii="Cambria" w:hAnsi="Cambria" w:cs="Arial"/>
          <w:bCs/>
          <w:sz w:val="22"/>
          <w:szCs w:val="22"/>
        </w:rPr>
      </w:pPr>
    </w:p>
    <w:p w:rsidR="00FE25DC" w:rsidRDefault="00FE25DC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Dz.U.2019.1950).</w:t>
      </w:r>
    </w:p>
    <w:p w:rsidR="00FE25DC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FE25DC" w:rsidRDefault="00FE25D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FE25DC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E25DC" w:rsidRPr="00871DD9" w:rsidRDefault="00FE25DC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E25DC" w:rsidRDefault="00FE25DC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FE25DC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25DC" w:rsidRDefault="00FE25D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FE25D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E25DC" w:rsidRDefault="00FE25D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E25DC" w:rsidRDefault="00FE25D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E25DC" w:rsidRDefault="00FE25D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25DC" w:rsidRDefault="00FE25DC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FE25D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E25D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E25DC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5DC" w:rsidRDefault="00FE25DC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E25DC" w:rsidRDefault="00FE25DC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E25DC" w:rsidRDefault="00FE25DC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FE25DC" w:rsidRDefault="00FE25DC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FE25DC" w:rsidRDefault="00FE25DC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FE25DC" w:rsidRPr="00E15C26" w:rsidRDefault="00FE25DC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FE25DC" w:rsidRPr="00E15C26" w:rsidRDefault="00FE25DC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FE25DC" w:rsidRDefault="00FE25DC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FE25DC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5DC" w:rsidRDefault="00FE25DC" w:rsidP="002257B8">
      <w:r>
        <w:separator/>
      </w:r>
    </w:p>
  </w:endnote>
  <w:endnote w:type="continuationSeparator" w:id="0">
    <w:p w:rsidR="00FE25DC" w:rsidRDefault="00FE25DC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5DC" w:rsidRDefault="00FE25DC">
      <w:pPr>
        <w:rPr>
          <w:sz w:val="12"/>
        </w:rPr>
      </w:pPr>
      <w:r>
        <w:separator/>
      </w:r>
    </w:p>
  </w:footnote>
  <w:footnote w:type="continuationSeparator" w:id="0">
    <w:p w:rsidR="00FE25DC" w:rsidRDefault="00FE25DC">
      <w:pPr>
        <w:rPr>
          <w:sz w:val="12"/>
        </w:rPr>
      </w:pPr>
      <w:r>
        <w:continuationSeparator/>
      </w:r>
    </w:p>
  </w:footnote>
  <w:footnote w:id="1">
    <w:p w:rsidR="00FE25DC" w:rsidRDefault="00FE25DC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FE25DC" w:rsidRDefault="00FE25DC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23E0F"/>
    <w:rsid w:val="0003337B"/>
    <w:rsid w:val="000B26CD"/>
    <w:rsid w:val="000B6239"/>
    <w:rsid w:val="000B6B3F"/>
    <w:rsid w:val="000C0183"/>
    <w:rsid w:val="000E27CF"/>
    <w:rsid w:val="000F0D0A"/>
    <w:rsid w:val="001466AA"/>
    <w:rsid w:val="00147059"/>
    <w:rsid w:val="00152623"/>
    <w:rsid w:val="00187DE9"/>
    <w:rsid w:val="001F11E5"/>
    <w:rsid w:val="002257B8"/>
    <w:rsid w:val="00242434"/>
    <w:rsid w:val="00320FF2"/>
    <w:rsid w:val="00386F19"/>
    <w:rsid w:val="00397E34"/>
    <w:rsid w:val="003A1078"/>
    <w:rsid w:val="003A7650"/>
    <w:rsid w:val="003E295F"/>
    <w:rsid w:val="003F65F8"/>
    <w:rsid w:val="004340A4"/>
    <w:rsid w:val="004437CD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5876"/>
    <w:rsid w:val="00532B4D"/>
    <w:rsid w:val="00560A48"/>
    <w:rsid w:val="00594A0A"/>
    <w:rsid w:val="005A27AC"/>
    <w:rsid w:val="005F3E06"/>
    <w:rsid w:val="0061100B"/>
    <w:rsid w:val="006140F9"/>
    <w:rsid w:val="00646CE2"/>
    <w:rsid w:val="00703EA9"/>
    <w:rsid w:val="00712F9C"/>
    <w:rsid w:val="00715FE2"/>
    <w:rsid w:val="00743042"/>
    <w:rsid w:val="007A1032"/>
    <w:rsid w:val="007C2495"/>
    <w:rsid w:val="007C388C"/>
    <w:rsid w:val="007E3A5F"/>
    <w:rsid w:val="00871DD9"/>
    <w:rsid w:val="00872A94"/>
    <w:rsid w:val="00881597"/>
    <w:rsid w:val="0088534D"/>
    <w:rsid w:val="0089041B"/>
    <w:rsid w:val="00895EED"/>
    <w:rsid w:val="008A7B28"/>
    <w:rsid w:val="008D10CF"/>
    <w:rsid w:val="008D2159"/>
    <w:rsid w:val="008D7FD0"/>
    <w:rsid w:val="008F2602"/>
    <w:rsid w:val="009131B2"/>
    <w:rsid w:val="00931F4C"/>
    <w:rsid w:val="0095015F"/>
    <w:rsid w:val="00952F4F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311A"/>
    <w:rsid w:val="00A3259D"/>
    <w:rsid w:val="00AC0E07"/>
    <w:rsid w:val="00AF160E"/>
    <w:rsid w:val="00AF1C6F"/>
    <w:rsid w:val="00B102DC"/>
    <w:rsid w:val="00B31F9F"/>
    <w:rsid w:val="00B54B47"/>
    <w:rsid w:val="00B84DE6"/>
    <w:rsid w:val="00BB0464"/>
    <w:rsid w:val="00BF5C6F"/>
    <w:rsid w:val="00C24CEC"/>
    <w:rsid w:val="00C76D41"/>
    <w:rsid w:val="00C87646"/>
    <w:rsid w:val="00CB36DB"/>
    <w:rsid w:val="00CB636C"/>
    <w:rsid w:val="00CD40A2"/>
    <w:rsid w:val="00D23EE4"/>
    <w:rsid w:val="00D70FF1"/>
    <w:rsid w:val="00DB7538"/>
    <w:rsid w:val="00DC0848"/>
    <w:rsid w:val="00DE4FDD"/>
    <w:rsid w:val="00DF0E14"/>
    <w:rsid w:val="00E0266E"/>
    <w:rsid w:val="00E064E7"/>
    <w:rsid w:val="00E12ACF"/>
    <w:rsid w:val="00E15C26"/>
    <w:rsid w:val="00E250B1"/>
    <w:rsid w:val="00E264A4"/>
    <w:rsid w:val="00E37E13"/>
    <w:rsid w:val="00E41669"/>
    <w:rsid w:val="00E4535F"/>
    <w:rsid w:val="00E46A8F"/>
    <w:rsid w:val="00E823A1"/>
    <w:rsid w:val="00E95762"/>
    <w:rsid w:val="00EA1166"/>
    <w:rsid w:val="00EA6200"/>
    <w:rsid w:val="00EB7F35"/>
    <w:rsid w:val="00F03A1E"/>
    <w:rsid w:val="00F0755D"/>
    <w:rsid w:val="00F21FFE"/>
    <w:rsid w:val="00F5547C"/>
    <w:rsid w:val="00F75410"/>
    <w:rsid w:val="00F84E78"/>
    <w:rsid w:val="00F87376"/>
    <w:rsid w:val="00F87B14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4</Pages>
  <Words>1052</Words>
  <Characters>6315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33</cp:revision>
  <cp:lastPrinted>2024-03-28T08:18:00Z</cp:lastPrinted>
  <dcterms:created xsi:type="dcterms:W3CDTF">2021-02-06T19:46:00Z</dcterms:created>
  <dcterms:modified xsi:type="dcterms:W3CDTF">2024-04-09T05:28:00Z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