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774C" w14:textId="77777777" w:rsidR="00C966FA" w:rsidRDefault="00C966FA" w:rsidP="00C966FA">
      <w:pPr>
        <w:pStyle w:val="Bezodstpw"/>
        <w:numPr>
          <w:ilvl w:val="0"/>
          <w:numId w:val="2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b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7F586FC1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EC43473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81D0B0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3BD625" w14:textId="77777777" w:rsidR="00C966FA" w:rsidRDefault="00C966FA" w:rsidP="00C966FA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930670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26AA49E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03A288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2308DF1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C22F6B" w14:textId="77777777" w:rsidR="00C966FA" w:rsidRDefault="00C966FA" w:rsidP="00C966FA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A1EE11" w14:textId="77777777" w:rsidR="00C966FA" w:rsidRDefault="00C966FA" w:rsidP="00C966FA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9DF5D94" w14:textId="77777777" w:rsidR="00A4601E" w:rsidRPr="0088515A" w:rsidRDefault="00A4601E" w:rsidP="00A4601E">
      <w:pPr>
        <w:pStyle w:val="Akapitzlist"/>
        <w:spacing w:before="120" w:after="120" w:line="276" w:lineRule="auto"/>
        <w:ind w:left="1077" w:hanging="1077"/>
        <w:rPr>
          <w:bCs/>
        </w:rPr>
      </w:pPr>
      <w:r w:rsidRPr="0088515A">
        <w:rPr>
          <w:bCs/>
        </w:rPr>
        <w:t xml:space="preserve">GMINA </w:t>
      </w:r>
      <w:r>
        <w:rPr>
          <w:bCs/>
        </w:rPr>
        <w:t>OSIEK</w:t>
      </w:r>
    </w:p>
    <w:p w14:paraId="7915D2B3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</w:pPr>
      <w:r w:rsidRPr="00F71EB3">
        <w:t>adres do korespondencji:</w:t>
      </w:r>
      <w:r w:rsidRPr="00F71EB3">
        <w:tab/>
      </w:r>
      <w:r w:rsidRPr="00F71EB3">
        <w:tab/>
      </w:r>
      <w:r w:rsidRPr="00D740A7">
        <w:t>Osiek 85, 87-340 Osiek</w:t>
      </w:r>
    </w:p>
    <w:p w14:paraId="5541185C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REGON: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r w:rsidRPr="00D740A7">
        <w:rPr>
          <w:shd w:val="clear" w:color="auto" w:fill="FFFFFF"/>
        </w:rPr>
        <w:t>871118448</w:t>
      </w:r>
    </w:p>
    <w:p w14:paraId="3D505AA9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</w:pPr>
      <w:r w:rsidRPr="00D740A7">
        <w:t xml:space="preserve">NIP: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874 16 87 632</w:t>
      </w:r>
    </w:p>
    <w:p w14:paraId="4EB2EC0C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>tel.</w:t>
      </w:r>
      <w:r w:rsidRPr="00D740A7">
        <w:tab/>
      </w:r>
      <w:r w:rsidRPr="00D740A7">
        <w:tab/>
      </w:r>
      <w:r w:rsidRPr="00D740A7">
        <w:tab/>
      </w:r>
      <w:r w:rsidRPr="00D740A7">
        <w:tab/>
      </w:r>
      <w:r>
        <w:tab/>
      </w:r>
      <w:r w:rsidRPr="00D740A7">
        <w:rPr>
          <w:shd w:val="clear" w:color="auto" w:fill="FFFFFF"/>
        </w:rPr>
        <w:t>tel./+48 56 493 81 21</w:t>
      </w:r>
    </w:p>
    <w:p w14:paraId="41165C5B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  <w:rPr>
          <w:shd w:val="clear" w:color="auto" w:fill="FFFFFF"/>
        </w:rPr>
      </w:pPr>
      <w:r w:rsidRPr="00D740A7">
        <w:t xml:space="preserve">e-mail: </w:t>
      </w:r>
      <w:r w:rsidRPr="00D740A7">
        <w:tab/>
      </w:r>
      <w:r w:rsidRPr="00D740A7">
        <w:tab/>
      </w:r>
      <w:r w:rsidRPr="00D740A7">
        <w:tab/>
      </w:r>
      <w:r w:rsidRPr="00D740A7">
        <w:tab/>
        <w:t xml:space="preserve">           </w:t>
      </w:r>
      <w:hyperlink r:id="rId8" w:history="1">
        <w:r w:rsidRPr="00D740A7">
          <w:rPr>
            <w:rStyle w:val="Hipercze"/>
            <w:color w:val="auto"/>
            <w:shd w:val="clear" w:color="auto" w:fill="FFFFFF"/>
          </w:rPr>
          <w:t>ug@gminaosiek.pl</w:t>
        </w:r>
      </w:hyperlink>
    </w:p>
    <w:p w14:paraId="11E1DA4A" w14:textId="77777777" w:rsidR="00A4601E" w:rsidRPr="00D740A7" w:rsidRDefault="00A4601E" w:rsidP="00A4601E">
      <w:pPr>
        <w:pStyle w:val="Akapitzlist"/>
        <w:spacing w:before="120" w:after="120" w:line="276" w:lineRule="auto"/>
        <w:ind w:left="1077" w:hanging="1077"/>
        <w:rPr>
          <w:rStyle w:val="Hipercze"/>
          <w:color w:val="auto"/>
        </w:rPr>
      </w:pPr>
      <w:r w:rsidRPr="00D740A7">
        <w:rPr>
          <w:rStyle w:val="Hipercze"/>
          <w:color w:val="auto"/>
          <w:u w:val="none"/>
        </w:rPr>
        <w:t>adres strony internetowej:</w:t>
      </w:r>
      <w:r w:rsidRPr="00D740A7">
        <w:rPr>
          <w:rStyle w:val="Hipercze"/>
          <w:color w:val="auto"/>
          <w:u w:val="none"/>
        </w:rPr>
        <w:tab/>
        <w:t xml:space="preserve">           </w:t>
      </w:r>
      <w:hyperlink r:id="rId9" w:history="1">
        <w:r w:rsidRPr="00D740A7">
          <w:rPr>
            <w:rStyle w:val="Hipercze"/>
            <w:color w:val="auto"/>
          </w:rPr>
          <w:t>www.gminaosiek.pl</w:t>
        </w:r>
      </w:hyperlink>
      <w:r w:rsidRPr="00D740A7">
        <w:rPr>
          <w:rStyle w:val="Hipercze"/>
          <w:color w:val="auto"/>
        </w:rPr>
        <w:t xml:space="preserve"> </w:t>
      </w:r>
    </w:p>
    <w:p w14:paraId="7CBBBC79" w14:textId="0D85831F" w:rsidR="00C966FA" w:rsidRDefault="00C966FA" w:rsidP="00C966FA">
      <w:pPr>
        <w:spacing w:after="160" w:line="276" w:lineRule="auto"/>
        <w:rPr>
          <w:rStyle w:val="Hipercze"/>
          <w:rFonts w:eastAsiaTheme="majorEastAsia"/>
          <w:color w:val="000000"/>
        </w:rPr>
      </w:pPr>
      <w:r>
        <w:rPr>
          <w:rStyle w:val="Hipercze"/>
          <w:rFonts w:eastAsiaTheme="majorEastAsia"/>
          <w:color w:val="000000"/>
        </w:rPr>
        <w:br w:type="page"/>
      </w:r>
    </w:p>
    <w:p w14:paraId="0EE5F0DD" w14:textId="77777777" w:rsidR="00A92273" w:rsidRPr="001C0775" w:rsidRDefault="00A92273" w:rsidP="00A92273">
      <w:pPr>
        <w:shd w:val="clear" w:color="auto" w:fill="D9D9D9"/>
        <w:autoSpaceDE w:val="0"/>
        <w:spacing w:line="360" w:lineRule="auto"/>
        <w:jc w:val="center"/>
        <w:rPr>
          <w:sz w:val="28"/>
          <w:szCs w:val="32"/>
          <w:u w:val="single"/>
        </w:rPr>
      </w:pPr>
      <w:r w:rsidRPr="001C0775">
        <w:rPr>
          <w:b/>
          <w:bCs/>
          <w:sz w:val="28"/>
          <w:szCs w:val="32"/>
          <w:u w:val="single"/>
        </w:rPr>
        <w:lastRenderedPageBreak/>
        <w:t>ZOBOWIĄZANIE</w:t>
      </w:r>
    </w:p>
    <w:p w14:paraId="2655FCAB" w14:textId="77777777" w:rsidR="00A92273" w:rsidRPr="001C0775" w:rsidRDefault="00A92273" w:rsidP="00A92273">
      <w:pPr>
        <w:pStyle w:val="Bezodstpw"/>
        <w:shd w:val="clear" w:color="auto" w:fill="D9D9D9"/>
        <w:spacing w:after="360"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1C0775">
        <w:rPr>
          <w:rFonts w:ascii="Times New Roman" w:hAnsi="Times New Roman" w:cs="Times New Roman"/>
          <w:b/>
          <w:bCs/>
          <w:sz w:val="24"/>
          <w:szCs w:val="32"/>
        </w:rPr>
        <w:t xml:space="preserve">do oddania do dyspozycji niezbędnych zasobów na potrzeby realizacji </w:t>
      </w:r>
      <w:r w:rsidRPr="001C0775">
        <w:rPr>
          <w:rFonts w:ascii="Times New Roman" w:hAnsi="Times New Roman" w:cs="Times New Roman"/>
          <w:b/>
          <w:bCs/>
          <w:sz w:val="24"/>
          <w:szCs w:val="32"/>
        </w:rPr>
        <w:br/>
        <w:t>zamówienia</w:t>
      </w:r>
    </w:p>
    <w:p w14:paraId="4BCAF04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4371C56A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EAF4E9E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będąc upoważnionym/mi do reprezentowania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2667FECF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EA704F7" w14:textId="77777777" w:rsidR="00A92273" w:rsidRPr="001C0775" w:rsidRDefault="00A92273" w:rsidP="00A92273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87679A7" w14:textId="77777777" w:rsidR="00A92273" w:rsidRPr="001C0775" w:rsidRDefault="00A92273" w:rsidP="00A92273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1C0775">
        <w:rPr>
          <w:rFonts w:ascii="Times New Roman" w:hAnsi="Times New Roman" w:cs="Times New Roman"/>
          <w:b/>
          <w:spacing w:val="60"/>
          <w:sz w:val="24"/>
          <w:szCs w:val="24"/>
        </w:rPr>
        <w:t>OŚWIADCZAM/MY:</w:t>
      </w:r>
    </w:p>
    <w:p w14:paraId="2425FAAC" w14:textId="0D71D25A" w:rsidR="00A92273" w:rsidRPr="001C0775" w:rsidRDefault="00A92273" w:rsidP="00A92273">
      <w:pPr>
        <w:widowControl w:val="0"/>
        <w:autoSpaceDE w:val="0"/>
        <w:autoSpaceDN w:val="0"/>
        <w:adjustRightInd w:val="0"/>
        <w:spacing w:after="60" w:line="360" w:lineRule="auto"/>
        <w:jc w:val="both"/>
      </w:pPr>
      <w:r w:rsidRPr="001C0775">
        <w:t>zgodnie z postanowieniami art. 118 ustawy z dnia 11 września 2019r. Prawo za</w:t>
      </w:r>
      <w:r w:rsidR="00320463">
        <w:t>mówień publicznych (Dz.U. z 202</w:t>
      </w:r>
      <w:r w:rsidR="00C522ED">
        <w:t>4</w:t>
      </w:r>
      <w:r w:rsidRPr="001C0775">
        <w:t xml:space="preserve"> poz. </w:t>
      </w:r>
      <w:r w:rsidR="00320463">
        <w:t>1</w:t>
      </w:r>
      <w:r w:rsidR="00C522ED">
        <w:t>320</w:t>
      </w:r>
      <w:r w:rsidRPr="001C0775">
        <w:t>), że zobowiązuje/my się do oddania nw. zasobów:………………………………………………………………</w:t>
      </w:r>
      <w:r>
        <w:t>…………………………</w:t>
      </w:r>
      <w:r w:rsidR="00320463">
        <w:t>…</w:t>
      </w:r>
    </w:p>
    <w:p w14:paraId="600E6DC0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FB95BB7" w14:textId="0D64B1C2" w:rsidR="00A92273" w:rsidRPr="001C0775" w:rsidRDefault="0032046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A92273" w:rsidRPr="001C0775">
        <w:rPr>
          <w:rFonts w:ascii="Times New Roman" w:hAnsi="Times New Roman" w:cs="Times New Roman"/>
          <w:i/>
          <w:sz w:val="20"/>
          <w:szCs w:val="24"/>
        </w:rPr>
        <w:t>(określenie zasobów)</w:t>
      </w:r>
    </w:p>
    <w:p w14:paraId="550032DA" w14:textId="77777777" w:rsidR="00A92273" w:rsidRPr="001C0775" w:rsidRDefault="00A92273" w:rsidP="00A92273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do dyspozycji 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03ABB7F4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DBCCE8D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4CD8ED" w14:textId="77777777" w:rsidR="00A92273" w:rsidRPr="001C0775" w:rsidRDefault="00A92273" w:rsidP="00A92273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i/>
          <w:sz w:val="20"/>
          <w:szCs w:val="24"/>
        </w:rPr>
        <w:t xml:space="preserve"> (nazwa i adres Wykonawcy składającego ofertę)</w:t>
      </w:r>
    </w:p>
    <w:p w14:paraId="422AF6E8" w14:textId="77777777" w:rsidR="00A92273" w:rsidRPr="001C0775" w:rsidRDefault="00A92273" w:rsidP="00A92273">
      <w:pPr>
        <w:pStyle w:val="Nagwek"/>
        <w:tabs>
          <w:tab w:val="clear" w:pos="4536"/>
        </w:tabs>
        <w:spacing w:after="120" w:line="360" w:lineRule="auto"/>
        <w:jc w:val="both"/>
      </w:pPr>
      <w:r w:rsidRPr="001C0775">
        <w:t xml:space="preserve">na potrzeby korzystania z nich przy wykonywaniu zamówienia pn.  </w:t>
      </w:r>
    </w:p>
    <w:p w14:paraId="054EF109" w14:textId="42A8CC3A" w:rsidR="00A92273" w:rsidRPr="00712575" w:rsidRDefault="00712575" w:rsidP="00712575">
      <w:pPr>
        <w:pStyle w:val="Bezodstpw"/>
        <w:spacing w:before="360" w:after="360" w:line="312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4"/>
        </w:rPr>
      </w:pPr>
      <w:r w:rsidRPr="00712575">
        <w:rPr>
          <w:rFonts w:ascii="Times New Roman" w:hAnsi="Times New Roman" w:cs="Times New Roman"/>
          <w:b/>
          <w:i/>
          <w:color w:val="000000"/>
          <w:sz w:val="32"/>
          <w:szCs w:val="28"/>
        </w:rPr>
        <w:lastRenderedPageBreak/>
        <w:t>Dostawa urządzeń i oprogramowania zwiększających odporność na cyberataki wraz z wdrożeniem w ramach realizacji projektu „</w:t>
      </w:r>
      <w:proofErr w:type="spellStart"/>
      <w:r w:rsidRPr="00712575">
        <w:rPr>
          <w:rFonts w:ascii="Times New Roman" w:hAnsi="Times New Roman" w:cs="Times New Roman"/>
          <w:b/>
          <w:i/>
          <w:color w:val="000000"/>
          <w:sz w:val="32"/>
          <w:szCs w:val="28"/>
        </w:rPr>
        <w:t>Cyberbezpieczn</w:t>
      </w:r>
      <w:r w:rsidR="00441053">
        <w:rPr>
          <w:rFonts w:ascii="Times New Roman" w:hAnsi="Times New Roman" w:cs="Times New Roman"/>
          <w:b/>
          <w:i/>
          <w:color w:val="000000"/>
          <w:sz w:val="32"/>
          <w:szCs w:val="28"/>
        </w:rPr>
        <w:t>y</w:t>
      </w:r>
      <w:proofErr w:type="spellEnd"/>
      <w:r w:rsidR="00441053">
        <w:rPr>
          <w:rFonts w:ascii="Times New Roman" w:hAnsi="Times New Roman" w:cs="Times New Roman"/>
          <w:b/>
          <w:i/>
          <w:color w:val="000000"/>
          <w:sz w:val="32"/>
          <w:szCs w:val="28"/>
        </w:rPr>
        <w:t xml:space="preserve"> </w:t>
      </w:r>
      <w:r w:rsidR="00A4601E">
        <w:rPr>
          <w:rFonts w:ascii="Times New Roman" w:hAnsi="Times New Roman" w:cs="Times New Roman"/>
          <w:b/>
          <w:i/>
          <w:color w:val="000000"/>
          <w:sz w:val="32"/>
          <w:szCs w:val="28"/>
        </w:rPr>
        <w:t>Osiek</w:t>
      </w:r>
      <w:r w:rsidRPr="00712575">
        <w:rPr>
          <w:rFonts w:ascii="Times New Roman" w:hAnsi="Times New Roman" w:cs="Times New Roman"/>
          <w:b/>
          <w:i/>
          <w:color w:val="000000"/>
          <w:sz w:val="32"/>
          <w:szCs w:val="28"/>
        </w:rPr>
        <w:t>”</w:t>
      </w:r>
    </w:p>
    <w:p w14:paraId="40819613" w14:textId="77777777" w:rsidR="00A92273" w:rsidRPr="001C0775" w:rsidRDefault="00A92273" w:rsidP="00A92273">
      <w:pPr>
        <w:pStyle w:val="Bezodstpw"/>
        <w:spacing w:before="240" w:after="12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udostępnię Wykonawcy zasoby, w następującym zakresie:</w:t>
      </w:r>
    </w:p>
    <w:p w14:paraId="46672C6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F1F023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99573A1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581A04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8EEDE39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3ECFF20B" w14:textId="5EEC2105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4A8578D2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7D78EE8C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23645E08" w14:textId="23BB9BC1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C0775">
        <w:rPr>
          <w:rFonts w:ascii="Times New Roman" w:hAnsi="Times New Roman" w:cs="Times New Roman"/>
          <w:sz w:val="24"/>
          <w:szCs w:val="24"/>
          <w:lang w:eastAsia="pl-PL"/>
        </w:rPr>
        <w:t>okres mojego udostępnienia zasobów Wykonawcy będzie następujący:</w:t>
      </w:r>
    </w:p>
    <w:p w14:paraId="5C782568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083FF215" w14:textId="77777777" w:rsidR="00A92273" w:rsidRPr="001C0775" w:rsidRDefault="00A92273" w:rsidP="00A92273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1C07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</w:t>
      </w:r>
    </w:p>
    <w:p w14:paraId="6395F812" w14:textId="77777777" w:rsidR="00320463" w:rsidRDefault="00320463" w:rsidP="00A92273">
      <w:pPr>
        <w:spacing w:after="120" w:line="312" w:lineRule="auto"/>
        <w:jc w:val="both"/>
      </w:pPr>
    </w:p>
    <w:p w14:paraId="0B5AB371" w14:textId="77777777" w:rsidR="00320463" w:rsidRDefault="00320463" w:rsidP="00A92273">
      <w:pPr>
        <w:spacing w:after="120" w:line="312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D1D66" w14:paraId="5CA81F63" w14:textId="77777777" w:rsidTr="006D1D66">
        <w:tc>
          <w:tcPr>
            <w:tcW w:w="4606" w:type="dxa"/>
            <w:vAlign w:val="center"/>
            <w:hideMark/>
          </w:tcPr>
          <w:p w14:paraId="17967776" w14:textId="77777777" w:rsidR="006D1D66" w:rsidRDefault="006D1D66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606" w:type="dxa"/>
            <w:vAlign w:val="center"/>
            <w:hideMark/>
          </w:tcPr>
          <w:p w14:paraId="0271A3DE" w14:textId="77777777" w:rsidR="006D1D66" w:rsidRDefault="006D1D66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6D1D66" w14:paraId="307FD4F1" w14:textId="77777777" w:rsidTr="006D1D66">
        <w:tc>
          <w:tcPr>
            <w:tcW w:w="4606" w:type="dxa"/>
            <w:vAlign w:val="center"/>
          </w:tcPr>
          <w:p w14:paraId="38C90B75" w14:textId="77777777" w:rsidR="006D1D66" w:rsidRDefault="006D1D66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606" w:type="dxa"/>
            <w:vAlign w:val="center"/>
            <w:hideMark/>
          </w:tcPr>
          <w:p w14:paraId="13C966F7" w14:textId="6EC5FA9E" w:rsidR="006D1D66" w:rsidRDefault="006D1D66">
            <w:pPr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Podpis (kwalifikowany podpis elektroniczny/podpis zaufany/podpis osobisty) </w:t>
            </w:r>
            <w:r w:rsidR="00CE0F50" w:rsidRPr="00CE0F50">
              <w:rPr>
                <w:i/>
                <w:iCs/>
                <w:sz w:val="20"/>
                <w:szCs w:val="20"/>
                <w:lang w:eastAsia="en-US"/>
              </w:rPr>
              <w:t>podmiotu udostępniającego zasoby</w:t>
            </w:r>
            <w:r w:rsidR="00CE0F50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5603F295" w14:textId="77777777" w:rsidR="00DC3135" w:rsidRPr="00DE0C02" w:rsidRDefault="00DC3135" w:rsidP="00C966FA">
      <w:pPr>
        <w:pStyle w:val="Akapitzlist"/>
        <w:spacing w:after="60" w:line="276" w:lineRule="auto"/>
        <w:ind w:left="360" w:firstLine="348"/>
        <w:rPr>
          <w:rStyle w:val="Hipercze"/>
          <w:rFonts w:eastAsiaTheme="majorEastAsia"/>
          <w:color w:val="000000"/>
        </w:rPr>
      </w:pPr>
    </w:p>
    <w:sectPr w:rsidR="00DC3135" w:rsidRPr="00DE0C02" w:rsidSect="00C15032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9AFD6" w14:textId="77777777" w:rsidR="0091627D" w:rsidRDefault="0091627D" w:rsidP="008824F0">
      <w:r>
        <w:separator/>
      </w:r>
    </w:p>
  </w:endnote>
  <w:endnote w:type="continuationSeparator" w:id="0">
    <w:p w14:paraId="7452FD71" w14:textId="77777777" w:rsidR="0091627D" w:rsidRDefault="0091627D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11476CE" w14:textId="77777777" w:rsidR="00C15032" w:rsidRDefault="00C15032" w:rsidP="00C15032"/>
      <w:tbl>
        <w:tblPr>
          <w:tblStyle w:val="Tabela-Siatka"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9062"/>
        </w:tblGrid>
        <w:tr w:rsidR="00C15032" w14:paraId="617A5D0F" w14:textId="77777777" w:rsidTr="00C15032">
          <w:tc>
            <w:tcPr>
              <w:tcW w:w="9062" w:type="dxa"/>
            </w:tcPr>
            <w:p w14:paraId="338A7369" w14:textId="73E409E5" w:rsidR="00C15032" w:rsidRDefault="00C15032" w:rsidP="00C15032">
              <w:r>
                <w:rPr>
                  <w:noProof/>
                </w:rPr>
                <w:drawing>
                  <wp:inline distT="0" distB="0" distL="0" distR="0" wp14:anchorId="0E5C859D" wp14:editId="619B7B07">
                    <wp:extent cx="5752531" cy="594195"/>
                    <wp:effectExtent l="0" t="0" r="635" b="0"/>
                    <wp:docPr id="6" name="Obraz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Obraz 6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02681" cy="5993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73C1C1" w14:textId="2ABD73E9" w:rsidR="00C15032" w:rsidRDefault="00C15032" w:rsidP="00C15032"/>
      <w:p w14:paraId="5A7E3C9A" w14:textId="65AFB4D9" w:rsidR="00653C87" w:rsidRPr="00D158BD" w:rsidRDefault="00653C87" w:rsidP="00C15032">
        <w:pPr>
          <w:pStyle w:val="Stopka"/>
          <w:pBdr>
            <w:top w:val="single" w:sz="4" w:space="1" w:color="D9D9D9" w:themeColor="background1" w:themeShade="D9"/>
          </w:pBdr>
          <w:spacing w:before="120" w:after="12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D1D66" w:rsidRPr="006D1D66">
          <w:rPr>
            <w:b/>
            <w:bCs/>
            <w:noProof/>
            <w:color w:val="000000" w:themeColor="text1"/>
          </w:rPr>
          <w:t>3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295A4" w14:textId="77777777" w:rsidR="0091627D" w:rsidRDefault="0091627D" w:rsidP="008824F0">
      <w:r>
        <w:separator/>
      </w:r>
    </w:p>
  </w:footnote>
  <w:footnote w:type="continuationSeparator" w:id="0">
    <w:p w14:paraId="59B54B20" w14:textId="77777777" w:rsidR="0091627D" w:rsidRDefault="0091627D" w:rsidP="008824F0">
      <w:r>
        <w:continuationSeparator/>
      </w:r>
    </w:p>
  </w:footnote>
  <w:footnote w:id="1">
    <w:p w14:paraId="63FE7AC1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C966F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C966F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C966FA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14:paraId="34B82C55" w14:textId="77777777" w:rsidR="00C966FA" w:rsidRPr="00C966FA" w:rsidRDefault="00C966FA" w:rsidP="00C966FA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966F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C966FA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6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057"/>
      <w:gridCol w:w="3154"/>
      <w:gridCol w:w="2856"/>
    </w:tblGrid>
    <w:tr w:rsidR="00C15032" w14:paraId="26D07CAC" w14:textId="77777777" w:rsidTr="00C15032">
      <w:tc>
        <w:tcPr>
          <w:tcW w:w="3398" w:type="dxa"/>
          <w:vAlign w:val="center"/>
        </w:tcPr>
        <w:p w14:paraId="206BB24A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74BA236" wp14:editId="1B9AAF49">
                <wp:extent cx="1676400" cy="45085"/>
                <wp:effectExtent l="0" t="0" r="0" b="0"/>
                <wp:docPr id="3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</w:tcPr>
        <w:p w14:paraId="5EA374A8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184349CE" wp14:editId="687325D8">
                <wp:extent cx="1773555" cy="962025"/>
                <wp:effectExtent l="0" t="0" r="0" b="9525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9431993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  <w:vAlign w:val="center"/>
        </w:tcPr>
        <w:p w14:paraId="3FBF3E94" w14:textId="77777777" w:rsidR="00C15032" w:rsidRDefault="00C15032" w:rsidP="00C15032">
          <w:pPr>
            <w:jc w:val="center"/>
          </w:pPr>
          <w:r>
            <w:rPr>
              <w:noProof/>
            </w:rPr>
            <w:drawing>
              <wp:inline distT="0" distB="0" distL="0" distR="0" wp14:anchorId="247FD0A6" wp14:editId="56742979">
                <wp:extent cx="1676400" cy="45085"/>
                <wp:effectExtent l="0" t="0" r="0" b="0"/>
                <wp:docPr id="4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3611749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5032" w14:paraId="487B5A43" w14:textId="77777777" w:rsidTr="00C15032">
      <w:tc>
        <w:tcPr>
          <w:tcW w:w="9067" w:type="dxa"/>
          <w:gridSpan w:val="3"/>
          <w:vAlign w:val="center"/>
        </w:tcPr>
        <w:p w14:paraId="7F1AF6CF" w14:textId="0F85DDEA" w:rsidR="00C15032" w:rsidRPr="00C15032" w:rsidRDefault="00C15032" w:rsidP="009538E0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  <w:noProof/>
            </w:rPr>
          </w:pP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</w:t>
          </w:r>
          <w:r w:rsidR="00F37A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y</w:t>
          </w:r>
          <w:proofErr w:type="spellEnd"/>
          <w:r w:rsidR="00F37A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</w:t>
          </w:r>
          <w:r w:rsidR="00A4601E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Osiek</w:t>
          </w:r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” dofinansowany w ramach programu grantowego „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Cyberbezpieczny</w:t>
          </w:r>
          <w:proofErr w:type="spellEnd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 xml:space="preserve"> Samorząd” z Funduszy Europejskich na Rozwój Cyfrowy 2021-2027 (FERC) Priorytet II: Zaawansowane usługi cyfrowe, Działanie 2.2. – Wzmocnienie krajowego systemu </w:t>
          </w:r>
          <w:proofErr w:type="spellStart"/>
          <w:r w:rsidRPr="00C15032"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cyberbezpieczeństwa</w:t>
          </w:r>
          <w:proofErr w:type="spellEnd"/>
        </w:p>
      </w:tc>
    </w:tr>
  </w:tbl>
  <w:p w14:paraId="5CF9C5BA" w14:textId="0A632F1C" w:rsidR="00C15032" w:rsidRPr="00C15032" w:rsidRDefault="00C15032" w:rsidP="00C1503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815" w14:textId="68A0CEBD" w:rsidR="00612575" w:rsidRDefault="00612575" w:rsidP="00612575">
    <w:pPr>
      <w:pStyle w:val="Nagwek"/>
      <w:spacing w:after="480"/>
      <w:jc w:val="center"/>
    </w:pPr>
    <w:r w:rsidRPr="003D271B">
      <w:rPr>
        <w:noProof/>
      </w:rPr>
      <w:drawing>
        <wp:inline distT="0" distB="0" distL="0" distR="0" wp14:anchorId="7C2805CB" wp14:editId="2673347C">
          <wp:extent cx="5425440" cy="487680"/>
          <wp:effectExtent l="0" t="0" r="3810" b="7620"/>
          <wp:docPr id="1" name="Obraz 1" descr="Grafika przedstawia zestawienie 4 logotypów wymaganych przy oznaczeniu działań informacyjno-promocyjnych finansowanych z Funduszy Europejskich. Od lewej logo Funduszy Europejskich, flaga RP, logo Ministerstwa Zdrowia i Unii Europejskiej.&#10;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rafika przedstawia zestawienie 4 logotypów wymaganych przy oznaczeniu działań informacyjno-promocyjnych finansowanych z Funduszy Europejskich. Od lewej logo Funduszy Europejskich, flaga RP, logo Ministerstwa Zdrowia i Unii Europejskiej.&#10;&#10;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37"/>
                  <a:stretch>
                    <a:fillRect/>
                  </a:stretch>
                </pic:blipFill>
                <pic:spPr bwMode="auto">
                  <a:xfrm>
                    <a:off x="0" y="0"/>
                    <a:ext cx="542544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1969049">
    <w:abstractNumId w:val="1"/>
  </w:num>
  <w:num w:numId="2" w16cid:durableId="579606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510938">
    <w:abstractNumId w:val="3"/>
  </w:num>
  <w:num w:numId="4" w16cid:durableId="1489831088">
    <w:abstractNumId w:val="2"/>
  </w:num>
  <w:num w:numId="5" w16cid:durableId="197894850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01F5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515A"/>
    <w:rsid w:val="000268EA"/>
    <w:rsid w:val="00027D63"/>
    <w:rsid w:val="00030EEF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3008"/>
    <w:rsid w:val="00045D72"/>
    <w:rsid w:val="00045F86"/>
    <w:rsid w:val="00051741"/>
    <w:rsid w:val="00051867"/>
    <w:rsid w:val="0005238D"/>
    <w:rsid w:val="00052B02"/>
    <w:rsid w:val="00053CA4"/>
    <w:rsid w:val="00057044"/>
    <w:rsid w:val="00064A25"/>
    <w:rsid w:val="00064BAF"/>
    <w:rsid w:val="00065DE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1C6F"/>
    <w:rsid w:val="00093DBD"/>
    <w:rsid w:val="00093F32"/>
    <w:rsid w:val="00095069"/>
    <w:rsid w:val="000A0CE5"/>
    <w:rsid w:val="000A2F8E"/>
    <w:rsid w:val="000A3CF4"/>
    <w:rsid w:val="000A541B"/>
    <w:rsid w:val="000A6C72"/>
    <w:rsid w:val="000A72CD"/>
    <w:rsid w:val="000A7B02"/>
    <w:rsid w:val="000A7DAC"/>
    <w:rsid w:val="000B2526"/>
    <w:rsid w:val="000C021D"/>
    <w:rsid w:val="000C11E9"/>
    <w:rsid w:val="000C28A7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1A45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0D27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459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6CD"/>
    <w:rsid w:val="001D3F9F"/>
    <w:rsid w:val="001D66FA"/>
    <w:rsid w:val="001D78F6"/>
    <w:rsid w:val="001D7A0F"/>
    <w:rsid w:val="001D7C19"/>
    <w:rsid w:val="001E04F7"/>
    <w:rsid w:val="001E0622"/>
    <w:rsid w:val="001E06E3"/>
    <w:rsid w:val="001E2C42"/>
    <w:rsid w:val="001E4D2E"/>
    <w:rsid w:val="001E6446"/>
    <w:rsid w:val="001E6DB4"/>
    <w:rsid w:val="001E7895"/>
    <w:rsid w:val="001E7C83"/>
    <w:rsid w:val="001E7D80"/>
    <w:rsid w:val="001F3842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493"/>
    <w:rsid w:val="00221C91"/>
    <w:rsid w:val="002222B5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0A47"/>
    <w:rsid w:val="00271A9F"/>
    <w:rsid w:val="00271BD0"/>
    <w:rsid w:val="0027200B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A27"/>
    <w:rsid w:val="002D1E80"/>
    <w:rsid w:val="002D375B"/>
    <w:rsid w:val="002D5C39"/>
    <w:rsid w:val="002D6732"/>
    <w:rsid w:val="002E12A2"/>
    <w:rsid w:val="002E1657"/>
    <w:rsid w:val="002E1F4D"/>
    <w:rsid w:val="002E3D69"/>
    <w:rsid w:val="002E522A"/>
    <w:rsid w:val="002E5747"/>
    <w:rsid w:val="002E6131"/>
    <w:rsid w:val="002E6BF4"/>
    <w:rsid w:val="002E770D"/>
    <w:rsid w:val="002F05EF"/>
    <w:rsid w:val="002F08DB"/>
    <w:rsid w:val="002F0D8C"/>
    <w:rsid w:val="002F287F"/>
    <w:rsid w:val="002F4C19"/>
    <w:rsid w:val="002F54EA"/>
    <w:rsid w:val="002F5B20"/>
    <w:rsid w:val="002F65C2"/>
    <w:rsid w:val="002F78FD"/>
    <w:rsid w:val="00303F49"/>
    <w:rsid w:val="00304A42"/>
    <w:rsid w:val="0030581D"/>
    <w:rsid w:val="00305CED"/>
    <w:rsid w:val="00305EBF"/>
    <w:rsid w:val="00310525"/>
    <w:rsid w:val="00311034"/>
    <w:rsid w:val="00312404"/>
    <w:rsid w:val="0031279A"/>
    <w:rsid w:val="00312EB1"/>
    <w:rsid w:val="00312F24"/>
    <w:rsid w:val="00315BD6"/>
    <w:rsid w:val="00317494"/>
    <w:rsid w:val="00317720"/>
    <w:rsid w:val="00320463"/>
    <w:rsid w:val="00320948"/>
    <w:rsid w:val="003228AE"/>
    <w:rsid w:val="003229B8"/>
    <w:rsid w:val="00326331"/>
    <w:rsid w:val="003265EC"/>
    <w:rsid w:val="00326DDC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1176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9E"/>
    <w:rsid w:val="003B2DDB"/>
    <w:rsid w:val="003B31CF"/>
    <w:rsid w:val="003B40C8"/>
    <w:rsid w:val="003B6F60"/>
    <w:rsid w:val="003B7AD2"/>
    <w:rsid w:val="003C57D7"/>
    <w:rsid w:val="003D0CDE"/>
    <w:rsid w:val="003D24CC"/>
    <w:rsid w:val="003D2781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5A4"/>
    <w:rsid w:val="004147E1"/>
    <w:rsid w:val="00417872"/>
    <w:rsid w:val="00420D41"/>
    <w:rsid w:val="00421FD4"/>
    <w:rsid w:val="00424B94"/>
    <w:rsid w:val="004273C2"/>
    <w:rsid w:val="00431FF9"/>
    <w:rsid w:val="00432AA2"/>
    <w:rsid w:val="00433A72"/>
    <w:rsid w:val="0043481B"/>
    <w:rsid w:val="0043720E"/>
    <w:rsid w:val="0044047C"/>
    <w:rsid w:val="00441053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140F"/>
    <w:rsid w:val="004B2016"/>
    <w:rsid w:val="004B339A"/>
    <w:rsid w:val="004B34FD"/>
    <w:rsid w:val="004B3E79"/>
    <w:rsid w:val="004B428D"/>
    <w:rsid w:val="004B767D"/>
    <w:rsid w:val="004C0294"/>
    <w:rsid w:val="004C14A2"/>
    <w:rsid w:val="004C16F1"/>
    <w:rsid w:val="004C2FA4"/>
    <w:rsid w:val="004C328E"/>
    <w:rsid w:val="004C32F4"/>
    <w:rsid w:val="004C3ECE"/>
    <w:rsid w:val="004C5844"/>
    <w:rsid w:val="004C5B1B"/>
    <w:rsid w:val="004C735A"/>
    <w:rsid w:val="004C7FC1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4F7E28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309BF"/>
    <w:rsid w:val="00531953"/>
    <w:rsid w:val="0054423D"/>
    <w:rsid w:val="00545FEE"/>
    <w:rsid w:val="005466CB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164F"/>
    <w:rsid w:val="00583631"/>
    <w:rsid w:val="00584E77"/>
    <w:rsid w:val="0058595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0AC"/>
    <w:rsid w:val="005A3228"/>
    <w:rsid w:val="005A3325"/>
    <w:rsid w:val="005A4156"/>
    <w:rsid w:val="005A5B78"/>
    <w:rsid w:val="005A71D0"/>
    <w:rsid w:val="005A77C3"/>
    <w:rsid w:val="005B2732"/>
    <w:rsid w:val="005B2BA5"/>
    <w:rsid w:val="005B37E4"/>
    <w:rsid w:val="005B44BD"/>
    <w:rsid w:val="005B4525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5F6484"/>
    <w:rsid w:val="00600A8D"/>
    <w:rsid w:val="00600C79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2575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26EAF"/>
    <w:rsid w:val="0063124F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3C87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6354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2603"/>
    <w:rsid w:val="006A5F1D"/>
    <w:rsid w:val="006B0952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C7337"/>
    <w:rsid w:val="006D06F8"/>
    <w:rsid w:val="006D120D"/>
    <w:rsid w:val="006D1D66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142B"/>
    <w:rsid w:val="006F2DA1"/>
    <w:rsid w:val="006F35FA"/>
    <w:rsid w:val="006F4552"/>
    <w:rsid w:val="006F5728"/>
    <w:rsid w:val="006F6189"/>
    <w:rsid w:val="006F7A7A"/>
    <w:rsid w:val="007007DA"/>
    <w:rsid w:val="007009C9"/>
    <w:rsid w:val="00701358"/>
    <w:rsid w:val="00702B82"/>
    <w:rsid w:val="0070365C"/>
    <w:rsid w:val="00703F34"/>
    <w:rsid w:val="00704944"/>
    <w:rsid w:val="00706601"/>
    <w:rsid w:val="00707969"/>
    <w:rsid w:val="00712575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2186"/>
    <w:rsid w:val="00733D00"/>
    <w:rsid w:val="00734B0F"/>
    <w:rsid w:val="00735393"/>
    <w:rsid w:val="007355E0"/>
    <w:rsid w:val="00741092"/>
    <w:rsid w:val="00741EB9"/>
    <w:rsid w:val="00743122"/>
    <w:rsid w:val="00743E33"/>
    <w:rsid w:val="00744868"/>
    <w:rsid w:val="00746C09"/>
    <w:rsid w:val="00747593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495C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17A7"/>
    <w:rsid w:val="007C218A"/>
    <w:rsid w:val="007C330F"/>
    <w:rsid w:val="007C4F22"/>
    <w:rsid w:val="007D0A94"/>
    <w:rsid w:val="007D12F0"/>
    <w:rsid w:val="007D3492"/>
    <w:rsid w:val="007D3FBD"/>
    <w:rsid w:val="007D6527"/>
    <w:rsid w:val="007D75B0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697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265F5"/>
    <w:rsid w:val="0083094B"/>
    <w:rsid w:val="00831892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3E"/>
    <w:rsid w:val="00843066"/>
    <w:rsid w:val="00843074"/>
    <w:rsid w:val="0084318A"/>
    <w:rsid w:val="008434F6"/>
    <w:rsid w:val="00850218"/>
    <w:rsid w:val="00852276"/>
    <w:rsid w:val="008523B0"/>
    <w:rsid w:val="008528F3"/>
    <w:rsid w:val="00852D2A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536"/>
    <w:rsid w:val="00894817"/>
    <w:rsid w:val="00895C6B"/>
    <w:rsid w:val="008972DC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1209"/>
    <w:rsid w:val="008C25CA"/>
    <w:rsid w:val="008C30EF"/>
    <w:rsid w:val="008C3F5B"/>
    <w:rsid w:val="008C454D"/>
    <w:rsid w:val="008C48D6"/>
    <w:rsid w:val="008C49A1"/>
    <w:rsid w:val="008C5685"/>
    <w:rsid w:val="008C66A6"/>
    <w:rsid w:val="008D1899"/>
    <w:rsid w:val="008D38C8"/>
    <w:rsid w:val="008D3A28"/>
    <w:rsid w:val="008D4A95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241"/>
    <w:rsid w:val="008F6A4E"/>
    <w:rsid w:val="008F6F02"/>
    <w:rsid w:val="00900CB1"/>
    <w:rsid w:val="0090242D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5D5"/>
    <w:rsid w:val="00914B1C"/>
    <w:rsid w:val="009150DF"/>
    <w:rsid w:val="009159EF"/>
    <w:rsid w:val="0091627D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0C76"/>
    <w:rsid w:val="00943318"/>
    <w:rsid w:val="00943E8C"/>
    <w:rsid w:val="00944930"/>
    <w:rsid w:val="009456BE"/>
    <w:rsid w:val="00946774"/>
    <w:rsid w:val="00947537"/>
    <w:rsid w:val="00950BF9"/>
    <w:rsid w:val="00951B8B"/>
    <w:rsid w:val="009538E0"/>
    <w:rsid w:val="00955980"/>
    <w:rsid w:val="0095640C"/>
    <w:rsid w:val="00957FF5"/>
    <w:rsid w:val="00961126"/>
    <w:rsid w:val="00963444"/>
    <w:rsid w:val="00963829"/>
    <w:rsid w:val="00965BC4"/>
    <w:rsid w:val="009660B1"/>
    <w:rsid w:val="009661E4"/>
    <w:rsid w:val="00970524"/>
    <w:rsid w:val="00970F72"/>
    <w:rsid w:val="00972BFA"/>
    <w:rsid w:val="00975CD6"/>
    <w:rsid w:val="00980CAE"/>
    <w:rsid w:val="00982FD0"/>
    <w:rsid w:val="00983E8A"/>
    <w:rsid w:val="009858C0"/>
    <w:rsid w:val="00987904"/>
    <w:rsid w:val="00987E5A"/>
    <w:rsid w:val="009934B1"/>
    <w:rsid w:val="00993A14"/>
    <w:rsid w:val="009977B2"/>
    <w:rsid w:val="009A0E51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9D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53F3"/>
    <w:rsid w:val="00A00AE0"/>
    <w:rsid w:val="00A01367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01E"/>
    <w:rsid w:val="00A4695B"/>
    <w:rsid w:val="00A503AC"/>
    <w:rsid w:val="00A51022"/>
    <w:rsid w:val="00A537E0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273"/>
    <w:rsid w:val="00A92C2C"/>
    <w:rsid w:val="00A92C3A"/>
    <w:rsid w:val="00A93126"/>
    <w:rsid w:val="00A94D4E"/>
    <w:rsid w:val="00A952C6"/>
    <w:rsid w:val="00A95498"/>
    <w:rsid w:val="00A97404"/>
    <w:rsid w:val="00A97E97"/>
    <w:rsid w:val="00AA0227"/>
    <w:rsid w:val="00AA0B31"/>
    <w:rsid w:val="00AA0DA6"/>
    <w:rsid w:val="00AA1105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5601"/>
    <w:rsid w:val="00AE6DA8"/>
    <w:rsid w:val="00AF0ED4"/>
    <w:rsid w:val="00AF2ABE"/>
    <w:rsid w:val="00AF318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3241"/>
    <w:rsid w:val="00B25844"/>
    <w:rsid w:val="00B2760C"/>
    <w:rsid w:val="00B30AFC"/>
    <w:rsid w:val="00B325D9"/>
    <w:rsid w:val="00B32BCA"/>
    <w:rsid w:val="00B36307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5BAE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1E6D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10E5"/>
    <w:rsid w:val="00BB25CC"/>
    <w:rsid w:val="00BB2E70"/>
    <w:rsid w:val="00BB32EB"/>
    <w:rsid w:val="00BB3D03"/>
    <w:rsid w:val="00BB4023"/>
    <w:rsid w:val="00BB792F"/>
    <w:rsid w:val="00BC0BA0"/>
    <w:rsid w:val="00BC1ACD"/>
    <w:rsid w:val="00BC272A"/>
    <w:rsid w:val="00BC3B8A"/>
    <w:rsid w:val="00BC45CD"/>
    <w:rsid w:val="00BC504F"/>
    <w:rsid w:val="00BD45C9"/>
    <w:rsid w:val="00BD49C2"/>
    <w:rsid w:val="00BD599A"/>
    <w:rsid w:val="00BD62B7"/>
    <w:rsid w:val="00BE1430"/>
    <w:rsid w:val="00BE2FF5"/>
    <w:rsid w:val="00BE3591"/>
    <w:rsid w:val="00BE448B"/>
    <w:rsid w:val="00BE45CB"/>
    <w:rsid w:val="00BE484F"/>
    <w:rsid w:val="00BE6B42"/>
    <w:rsid w:val="00BF3CC3"/>
    <w:rsid w:val="00BF65AC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032"/>
    <w:rsid w:val="00C16EA9"/>
    <w:rsid w:val="00C17886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1D02"/>
    <w:rsid w:val="00C522ED"/>
    <w:rsid w:val="00C559C2"/>
    <w:rsid w:val="00C56966"/>
    <w:rsid w:val="00C56D6E"/>
    <w:rsid w:val="00C56F7F"/>
    <w:rsid w:val="00C64573"/>
    <w:rsid w:val="00C64740"/>
    <w:rsid w:val="00C650D5"/>
    <w:rsid w:val="00C669AB"/>
    <w:rsid w:val="00C6703C"/>
    <w:rsid w:val="00C70566"/>
    <w:rsid w:val="00C71E7D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66FA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3F5C"/>
    <w:rsid w:val="00CB6246"/>
    <w:rsid w:val="00CC3E5B"/>
    <w:rsid w:val="00CC3F90"/>
    <w:rsid w:val="00CC48E0"/>
    <w:rsid w:val="00CC4C91"/>
    <w:rsid w:val="00CD0FF0"/>
    <w:rsid w:val="00CD18F8"/>
    <w:rsid w:val="00CD2F56"/>
    <w:rsid w:val="00CD4BCB"/>
    <w:rsid w:val="00CD5BEE"/>
    <w:rsid w:val="00CD692E"/>
    <w:rsid w:val="00CD6CFF"/>
    <w:rsid w:val="00CD7219"/>
    <w:rsid w:val="00CD7A83"/>
    <w:rsid w:val="00CE0113"/>
    <w:rsid w:val="00CE0F50"/>
    <w:rsid w:val="00CE1C96"/>
    <w:rsid w:val="00CE2AAF"/>
    <w:rsid w:val="00CE363B"/>
    <w:rsid w:val="00CE396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2B45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30F8"/>
    <w:rsid w:val="00D6101C"/>
    <w:rsid w:val="00D64129"/>
    <w:rsid w:val="00D64875"/>
    <w:rsid w:val="00D648D9"/>
    <w:rsid w:val="00D727B8"/>
    <w:rsid w:val="00D7646E"/>
    <w:rsid w:val="00D80DC0"/>
    <w:rsid w:val="00D8173F"/>
    <w:rsid w:val="00D82AE9"/>
    <w:rsid w:val="00D82E4E"/>
    <w:rsid w:val="00D83950"/>
    <w:rsid w:val="00D83CF4"/>
    <w:rsid w:val="00D842A6"/>
    <w:rsid w:val="00D84920"/>
    <w:rsid w:val="00D84D76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0066"/>
    <w:rsid w:val="00DA3178"/>
    <w:rsid w:val="00DA573D"/>
    <w:rsid w:val="00DB0927"/>
    <w:rsid w:val="00DB149B"/>
    <w:rsid w:val="00DB391F"/>
    <w:rsid w:val="00DB417D"/>
    <w:rsid w:val="00DB4C67"/>
    <w:rsid w:val="00DB5C44"/>
    <w:rsid w:val="00DB66CC"/>
    <w:rsid w:val="00DB6B13"/>
    <w:rsid w:val="00DC000D"/>
    <w:rsid w:val="00DC2659"/>
    <w:rsid w:val="00DC3135"/>
    <w:rsid w:val="00DC321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5AEB"/>
    <w:rsid w:val="00DE6058"/>
    <w:rsid w:val="00DE717B"/>
    <w:rsid w:val="00DE72A3"/>
    <w:rsid w:val="00DE7606"/>
    <w:rsid w:val="00DF2523"/>
    <w:rsid w:val="00DF2A34"/>
    <w:rsid w:val="00DF2A6F"/>
    <w:rsid w:val="00DF2C4E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5D1F"/>
    <w:rsid w:val="00E57624"/>
    <w:rsid w:val="00E577F1"/>
    <w:rsid w:val="00E603E0"/>
    <w:rsid w:val="00E616AA"/>
    <w:rsid w:val="00E624BD"/>
    <w:rsid w:val="00E62754"/>
    <w:rsid w:val="00E62785"/>
    <w:rsid w:val="00E627E2"/>
    <w:rsid w:val="00E62D18"/>
    <w:rsid w:val="00E666C7"/>
    <w:rsid w:val="00E67C31"/>
    <w:rsid w:val="00E67FCB"/>
    <w:rsid w:val="00E70601"/>
    <w:rsid w:val="00E71DB2"/>
    <w:rsid w:val="00E73DFA"/>
    <w:rsid w:val="00E75D2A"/>
    <w:rsid w:val="00E82800"/>
    <w:rsid w:val="00E850E6"/>
    <w:rsid w:val="00E86AD8"/>
    <w:rsid w:val="00E87708"/>
    <w:rsid w:val="00E928D5"/>
    <w:rsid w:val="00E941A0"/>
    <w:rsid w:val="00EA19F4"/>
    <w:rsid w:val="00EA23E3"/>
    <w:rsid w:val="00EA2BDD"/>
    <w:rsid w:val="00EA34AA"/>
    <w:rsid w:val="00EA519B"/>
    <w:rsid w:val="00EA611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66C"/>
    <w:rsid w:val="00ED1881"/>
    <w:rsid w:val="00ED20A9"/>
    <w:rsid w:val="00ED2A14"/>
    <w:rsid w:val="00ED2CB7"/>
    <w:rsid w:val="00ED41C5"/>
    <w:rsid w:val="00ED500F"/>
    <w:rsid w:val="00ED68CB"/>
    <w:rsid w:val="00ED75B0"/>
    <w:rsid w:val="00ED7DC2"/>
    <w:rsid w:val="00EE062E"/>
    <w:rsid w:val="00EE2EF6"/>
    <w:rsid w:val="00EF4C75"/>
    <w:rsid w:val="00F053A0"/>
    <w:rsid w:val="00F059D6"/>
    <w:rsid w:val="00F07CFF"/>
    <w:rsid w:val="00F12A9F"/>
    <w:rsid w:val="00F13A53"/>
    <w:rsid w:val="00F1527D"/>
    <w:rsid w:val="00F1699B"/>
    <w:rsid w:val="00F177E8"/>
    <w:rsid w:val="00F17DDA"/>
    <w:rsid w:val="00F20411"/>
    <w:rsid w:val="00F21214"/>
    <w:rsid w:val="00F23A66"/>
    <w:rsid w:val="00F24A19"/>
    <w:rsid w:val="00F37A32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D54"/>
    <w:rsid w:val="00F53EDF"/>
    <w:rsid w:val="00F557B6"/>
    <w:rsid w:val="00F55C2C"/>
    <w:rsid w:val="00F56CC3"/>
    <w:rsid w:val="00F57486"/>
    <w:rsid w:val="00F579E8"/>
    <w:rsid w:val="00F60086"/>
    <w:rsid w:val="00F60E01"/>
    <w:rsid w:val="00F61BEF"/>
    <w:rsid w:val="00F64478"/>
    <w:rsid w:val="00F652A5"/>
    <w:rsid w:val="00F661CB"/>
    <w:rsid w:val="00F662F6"/>
    <w:rsid w:val="00F66452"/>
    <w:rsid w:val="00F66795"/>
    <w:rsid w:val="00F7042B"/>
    <w:rsid w:val="00F71FEE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A740B"/>
    <w:rsid w:val="00FB1D89"/>
    <w:rsid w:val="00FB2A03"/>
    <w:rsid w:val="00FB4955"/>
    <w:rsid w:val="00FB50FC"/>
    <w:rsid w:val="00FB5108"/>
    <w:rsid w:val="00FB657E"/>
    <w:rsid w:val="00FC2549"/>
    <w:rsid w:val="00FC351D"/>
    <w:rsid w:val="00FC5F1E"/>
    <w:rsid w:val="00FD024B"/>
    <w:rsid w:val="00FD1745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txt-new">
    <w:name w:val="txt-new"/>
    <w:rsid w:val="00ED68CB"/>
  </w:style>
  <w:style w:type="paragraph" w:customStyle="1" w:styleId="pkt">
    <w:name w:val="pkt"/>
    <w:basedOn w:val="Normalny"/>
    <w:rsid w:val="007A495C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44047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318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8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189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69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69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osie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EFD3-FA0E-4D1B-A338-19656972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Edyta Włodyka -Wilczyńska</cp:lastModifiedBy>
  <cp:revision>2</cp:revision>
  <cp:lastPrinted>2022-04-20T11:06:00Z</cp:lastPrinted>
  <dcterms:created xsi:type="dcterms:W3CDTF">2024-10-02T07:47:00Z</dcterms:created>
  <dcterms:modified xsi:type="dcterms:W3CDTF">2024-10-02T07:47:00Z</dcterms:modified>
</cp:coreProperties>
</file>