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B0" w:rsidRDefault="003159B0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</w:r>
    </w:p>
    <w:p w:rsidR="003159B0" w:rsidRPr="008B1584" w:rsidRDefault="003159B0" w:rsidP="005351BE">
      <w:pPr>
        <w:tabs>
          <w:tab w:val="right" w:pos="9072"/>
        </w:tabs>
        <w:spacing w:after="0" w:line="480" w:lineRule="auto"/>
        <w:jc w:val="right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3159B0" w:rsidRPr="008B1584" w:rsidRDefault="003159B0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3159B0" w:rsidRPr="008B1584" w:rsidRDefault="003159B0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3159B0" w:rsidRPr="008B1584" w:rsidRDefault="003159B0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3159B0" w:rsidRPr="008B1584" w:rsidRDefault="003159B0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3159B0" w:rsidRPr="008B1584" w:rsidRDefault="003159B0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3159B0" w:rsidRPr="008B1584" w:rsidRDefault="003159B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3159B0" w:rsidRPr="008B1584" w:rsidRDefault="003159B0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3159B0" w:rsidRPr="008B1584" w:rsidRDefault="003159B0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3159B0" w:rsidRPr="008B1584" w:rsidRDefault="003159B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3159B0" w:rsidRPr="008B1584" w:rsidRDefault="003159B0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3159B0" w:rsidRPr="008B1584" w:rsidRDefault="003159B0" w:rsidP="00C4103F">
      <w:pPr>
        <w:rPr>
          <w:rFonts w:ascii="Cambria" w:hAnsi="Cambria" w:cs="Arial"/>
          <w:sz w:val="20"/>
          <w:szCs w:val="20"/>
        </w:rPr>
      </w:pPr>
    </w:p>
    <w:p w:rsidR="003159B0" w:rsidRPr="008B1584" w:rsidRDefault="003159B0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3159B0" w:rsidRPr="008B1584" w:rsidRDefault="003159B0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3159B0" w:rsidRPr="008B1584" w:rsidRDefault="003159B0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159B0" w:rsidRPr="008B1584" w:rsidRDefault="003159B0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3159B0" w:rsidRDefault="003159B0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3159B0" w:rsidRPr="008B1584" w:rsidRDefault="003159B0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3159B0" w:rsidRDefault="003159B0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3159B0" w:rsidRDefault="003159B0" w:rsidP="005351BE">
      <w:pPr>
        <w:pStyle w:val="NormalWeb"/>
        <w:spacing w:after="0" w:line="276" w:lineRule="auto"/>
        <w:jc w:val="center"/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</w:pPr>
      <w:r w:rsidRPr="00067638"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  <w:t xml:space="preserve">„Zakup i dostawa wyposażenia szpitala w ramach projektu Dostępność Plus dla zdrowia </w:t>
      </w:r>
    </w:p>
    <w:p w:rsidR="003159B0" w:rsidRDefault="003159B0" w:rsidP="005351BE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067638">
        <w:rPr>
          <w:rFonts w:ascii="Cambria" w:hAnsi="Cambria"/>
          <w:b/>
          <w:color w:val="0000FF"/>
          <w:sz w:val="22"/>
          <w:szCs w:val="22"/>
        </w:rPr>
        <w:t>dla SPZOZ w Wolsztynie</w:t>
      </w:r>
      <w:r>
        <w:rPr>
          <w:rFonts w:ascii="Cambria" w:hAnsi="Cambria"/>
          <w:b/>
          <w:color w:val="0000FF"/>
          <w:sz w:val="22"/>
          <w:szCs w:val="22"/>
        </w:rPr>
        <w:t>”</w:t>
      </w:r>
    </w:p>
    <w:p w:rsidR="003159B0" w:rsidRPr="0049705F" w:rsidRDefault="003159B0" w:rsidP="00667E24">
      <w:pPr>
        <w:autoSpaceDE w:val="0"/>
        <w:spacing w:line="360" w:lineRule="auto"/>
        <w:ind w:left="360"/>
        <w:jc w:val="center"/>
        <w:rPr>
          <w:rFonts w:ascii="Cambria" w:hAnsi="Cambria"/>
          <w:b/>
          <w:i/>
          <w:color w:val="0000FF"/>
        </w:rPr>
      </w:pPr>
      <w:r w:rsidRPr="0049705F">
        <w:rPr>
          <w:rFonts w:ascii="Cambria" w:hAnsi="Cambria"/>
          <w:b/>
          <w:i/>
          <w:color w:val="0000FF"/>
        </w:rPr>
        <w:t>TP/</w:t>
      </w:r>
      <w:r>
        <w:rPr>
          <w:rFonts w:ascii="Cambria" w:hAnsi="Cambria"/>
          <w:b/>
          <w:i/>
          <w:color w:val="0000FF"/>
        </w:rPr>
        <w:t>3</w:t>
      </w:r>
      <w:r w:rsidRPr="0049705F">
        <w:rPr>
          <w:rFonts w:ascii="Cambria" w:hAnsi="Cambria"/>
          <w:b/>
          <w:i/>
          <w:color w:val="0000FF"/>
        </w:rPr>
        <w:t>/2023</w:t>
      </w:r>
    </w:p>
    <w:p w:rsidR="003159B0" w:rsidRPr="008B1584" w:rsidRDefault="003159B0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3159B0" w:rsidRPr="008B1584" w:rsidRDefault="003159B0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3159B0" w:rsidRPr="008B1584" w:rsidRDefault="003159B0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159B0" w:rsidRPr="008B1584" w:rsidRDefault="003159B0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3159B0" w:rsidRPr="008B1584" w:rsidRDefault="003159B0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3159B0" w:rsidRPr="008B1584" w:rsidRDefault="003159B0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59B0" w:rsidRPr="008B1584" w:rsidRDefault="003159B0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B1584">
        <w:rPr>
          <w:rFonts w:ascii="Cambria" w:hAnsi="Cambria" w:cs="Arial"/>
          <w:iCs/>
          <w:color w:val="222222"/>
          <w:sz w:val="20"/>
          <w:szCs w:val="20"/>
        </w:rPr>
        <w:t>(Dz. U. poz. 835)</w:t>
      </w:r>
      <w:r w:rsidRPr="008B1584">
        <w:rPr>
          <w:rStyle w:val="FootnoteReference"/>
          <w:rFonts w:ascii="Cambria" w:hAnsi="Cambria" w:cs="Arial"/>
          <w:i/>
          <w:iCs/>
          <w:color w:val="222222"/>
          <w:sz w:val="20"/>
          <w:szCs w:val="20"/>
        </w:rPr>
        <w:footnoteReference w:id="1"/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Pr="008B1584">
        <w:rPr>
          <w:rFonts w:ascii="Cambria" w:hAnsi="Cambria" w:cs="Arial"/>
          <w:color w:val="222222"/>
          <w:sz w:val="20"/>
          <w:szCs w:val="20"/>
        </w:rPr>
        <w:t xml:space="preserve"> </w:t>
      </w:r>
    </w:p>
    <w:p w:rsidR="003159B0" w:rsidRPr="008B1584" w:rsidRDefault="003159B0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3159B0" w:rsidRPr="008B1584" w:rsidRDefault="003159B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3159B0" w:rsidRPr="008B1584" w:rsidRDefault="003159B0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159B0" w:rsidRPr="008B1584" w:rsidRDefault="003159B0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3159B0" w:rsidRPr="008B1584" w:rsidRDefault="003159B0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.1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3159B0" w:rsidRPr="008B1584" w:rsidRDefault="003159B0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159B0" w:rsidRPr="008B1584" w:rsidRDefault="003159B0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3159B0" w:rsidRDefault="003159B0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3159B0" w:rsidRPr="0049705F" w:rsidRDefault="003159B0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pkt.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 6.1, 4)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 w:rsidRPr="0049705F">
        <w:rPr>
          <w:rFonts w:ascii="Cambria" w:hAnsi="Cambria"/>
          <w:color w:val="008000"/>
          <w:sz w:val="20"/>
          <w:szCs w:val="20"/>
        </w:rPr>
        <w:t>uprawnień do prowadzenia określonej działalności gospodarczej lub zawodowej, o ile wynika to z odrębnych przepisów</w:t>
      </w:r>
      <w:r w:rsidRPr="0049705F">
        <w:rPr>
          <w:rStyle w:val="TitleChar"/>
          <w:color w:val="008000"/>
          <w:sz w:val="20"/>
          <w:szCs w:val="20"/>
        </w:rPr>
        <w:t xml:space="preserve"> </w:t>
      </w:r>
      <w:r>
        <w:rPr>
          <w:rStyle w:val="TitleChar"/>
          <w:color w:val="008000"/>
          <w:sz w:val="20"/>
          <w:szCs w:val="20"/>
        </w:rPr>
        <w:t xml:space="preserve">i </w:t>
      </w:r>
      <w:r w:rsidRPr="0049705F">
        <w:rPr>
          <w:rStyle w:val="czeinternetowe"/>
          <w:rFonts w:ascii="Cambria" w:hAnsi="Cambria"/>
          <w:color w:val="008000"/>
          <w:sz w:val="20"/>
          <w:szCs w:val="20"/>
        </w:rPr>
        <w:t>zdolności technicznej lub zawodowej</w:t>
      </w:r>
    </w:p>
    <w:p w:rsidR="003159B0" w:rsidRPr="008B1584" w:rsidRDefault="003159B0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3159B0" w:rsidRPr="008B1584" w:rsidRDefault="003159B0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3159B0" w:rsidRPr="008B1584" w:rsidRDefault="003159B0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3159B0" w:rsidRPr="008B1584" w:rsidRDefault="003159B0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3159B0" w:rsidRPr="008B1584" w:rsidRDefault="003159B0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3159B0" w:rsidRPr="008B1584" w:rsidRDefault="003159B0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3159B0" w:rsidRPr="008B1584" w:rsidRDefault="003159B0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3159B0" w:rsidRPr="008B1584" w:rsidRDefault="003159B0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3159B0" w:rsidRPr="008B1584" w:rsidRDefault="003159B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3159B0" w:rsidRPr="008B1584" w:rsidRDefault="003159B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3159B0" w:rsidRPr="008B1584" w:rsidRDefault="003159B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159B0" w:rsidRPr="008B1584" w:rsidRDefault="003159B0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159B0" w:rsidRPr="008B1584" w:rsidRDefault="003159B0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159B0" w:rsidRPr="008B1584" w:rsidRDefault="003159B0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159B0" w:rsidRPr="008B1584" w:rsidRDefault="003159B0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3159B0" w:rsidRPr="008B1584" w:rsidRDefault="003159B0" w:rsidP="00AE6FF2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  <w:t xml:space="preserve">Data; kwalifikowany podpis elektroniczny lub podpis zaufany lub podpis osobisty </w:t>
      </w:r>
    </w:p>
    <w:sectPr w:rsidR="003159B0" w:rsidRPr="008B1584" w:rsidSect="002B4DE6">
      <w:head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9B0" w:rsidRDefault="003159B0" w:rsidP="0038231F">
      <w:pPr>
        <w:spacing w:after="0" w:line="240" w:lineRule="auto"/>
      </w:pPr>
      <w:r>
        <w:separator/>
      </w:r>
    </w:p>
  </w:endnote>
  <w:endnote w:type="continuationSeparator" w:id="0">
    <w:p w:rsidR="003159B0" w:rsidRDefault="003159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9B0" w:rsidRDefault="003159B0" w:rsidP="0038231F">
      <w:pPr>
        <w:spacing w:after="0" w:line="240" w:lineRule="auto"/>
      </w:pPr>
      <w:r>
        <w:separator/>
      </w:r>
    </w:p>
  </w:footnote>
  <w:footnote w:type="continuationSeparator" w:id="0">
    <w:p w:rsidR="003159B0" w:rsidRDefault="003159B0" w:rsidP="0038231F">
      <w:pPr>
        <w:spacing w:after="0" w:line="240" w:lineRule="auto"/>
      </w:pPr>
      <w:r>
        <w:continuationSeparator/>
      </w:r>
    </w:p>
  </w:footnote>
  <w:footnote w:id="1">
    <w:p w:rsidR="003159B0" w:rsidRPr="00A82964" w:rsidRDefault="003159B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159B0" w:rsidRPr="00A82964" w:rsidRDefault="003159B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159B0" w:rsidRPr="00A82964" w:rsidRDefault="003159B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159B0" w:rsidRDefault="003159B0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9B0" w:rsidRPr="005351BE" w:rsidRDefault="003159B0" w:rsidP="005351BE">
    <w:pPr>
      <w:pStyle w:val="Header"/>
      <w:rPr>
        <w:szCs w:val="18"/>
      </w:rPr>
    </w:pPr>
    <w:r>
      <w:rPr>
        <w:noProof/>
        <w:lang w:eastAsia="pl-PL"/>
      </w:rPr>
      <w:pict>
        <v:group id="Grupa 6" o:spid="_x0000_s2049" style="position:absolute;margin-left:-3.2pt;margin-top:-9.55pt;width:439.45pt;height:44.4pt;z-index:251660288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<v:imagedata r:id="rId1" o:title=""/>
          </v:shape>
          <v:shape id="Picture 4" o:spid="_x0000_s2051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<v:imagedata r:id="rId2" o:title=""/>
          </v:shape>
          <v:shape id="Obraz 5" o:spid="_x0000_s2052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<v:imagedata r:id="rId3" o:title=""/>
          </v:shape>
          <v:shape id="Obraz 1" o:spid="_x0000_s2053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<v:imagedata r:id="rId4" o:title="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66102"/>
    <w:rsid w:val="00067638"/>
    <w:rsid w:val="00073C3D"/>
    <w:rsid w:val="000809B6"/>
    <w:rsid w:val="00097B68"/>
    <w:rsid w:val="000A6057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539"/>
    <w:rsid w:val="000E4D37"/>
    <w:rsid w:val="000F5FA3"/>
    <w:rsid w:val="00100D87"/>
    <w:rsid w:val="001067FC"/>
    <w:rsid w:val="0011408C"/>
    <w:rsid w:val="001275E7"/>
    <w:rsid w:val="0012799E"/>
    <w:rsid w:val="001350AE"/>
    <w:rsid w:val="001542CB"/>
    <w:rsid w:val="0017575D"/>
    <w:rsid w:val="00177C2A"/>
    <w:rsid w:val="001902D2"/>
    <w:rsid w:val="00193E36"/>
    <w:rsid w:val="00196FA6"/>
    <w:rsid w:val="001B1ECD"/>
    <w:rsid w:val="001C6945"/>
    <w:rsid w:val="001F027E"/>
    <w:rsid w:val="001F0CE2"/>
    <w:rsid w:val="001F7263"/>
    <w:rsid w:val="00200A89"/>
    <w:rsid w:val="00200BDD"/>
    <w:rsid w:val="00203A40"/>
    <w:rsid w:val="002168A8"/>
    <w:rsid w:val="0022401A"/>
    <w:rsid w:val="0023718A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84A76"/>
    <w:rsid w:val="00290B01"/>
    <w:rsid w:val="00294134"/>
    <w:rsid w:val="002A2DF6"/>
    <w:rsid w:val="002A403E"/>
    <w:rsid w:val="002A4AC2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159B0"/>
    <w:rsid w:val="0033320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5700"/>
    <w:rsid w:val="00411632"/>
    <w:rsid w:val="00413F83"/>
    <w:rsid w:val="00414981"/>
    <w:rsid w:val="00414AFC"/>
    <w:rsid w:val="0042777E"/>
    <w:rsid w:val="00431182"/>
    <w:rsid w:val="00434CC2"/>
    <w:rsid w:val="00436627"/>
    <w:rsid w:val="00443F07"/>
    <w:rsid w:val="00446452"/>
    <w:rsid w:val="00446C36"/>
    <w:rsid w:val="004609F1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B0069"/>
    <w:rsid w:val="004C4854"/>
    <w:rsid w:val="004D323F"/>
    <w:rsid w:val="004D7E48"/>
    <w:rsid w:val="004E0B2A"/>
    <w:rsid w:val="004E227C"/>
    <w:rsid w:val="004E290A"/>
    <w:rsid w:val="004F23F7"/>
    <w:rsid w:val="004F40EF"/>
    <w:rsid w:val="005142D1"/>
    <w:rsid w:val="00520174"/>
    <w:rsid w:val="00520F90"/>
    <w:rsid w:val="00522CAA"/>
    <w:rsid w:val="0053061E"/>
    <w:rsid w:val="00533859"/>
    <w:rsid w:val="005351BE"/>
    <w:rsid w:val="00541A66"/>
    <w:rsid w:val="00550118"/>
    <w:rsid w:val="00557050"/>
    <w:rsid w:val="005641F0"/>
    <w:rsid w:val="0056504D"/>
    <w:rsid w:val="00572AB6"/>
    <w:rsid w:val="005801E8"/>
    <w:rsid w:val="00581FFD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614AE4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42AF6"/>
    <w:rsid w:val="00746532"/>
    <w:rsid w:val="007478BA"/>
    <w:rsid w:val="00751725"/>
    <w:rsid w:val="00752593"/>
    <w:rsid w:val="0075619B"/>
    <w:rsid w:val="00756C8F"/>
    <w:rsid w:val="00761CEB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27"/>
    <w:rsid w:val="00842991"/>
    <w:rsid w:val="00866E0F"/>
    <w:rsid w:val="00873BB2"/>
    <w:rsid w:val="008757E1"/>
    <w:rsid w:val="008763EB"/>
    <w:rsid w:val="00892E48"/>
    <w:rsid w:val="00895B57"/>
    <w:rsid w:val="00896587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078E"/>
    <w:rsid w:val="009431D7"/>
    <w:rsid w:val="009440B7"/>
    <w:rsid w:val="0095117C"/>
    <w:rsid w:val="0095164B"/>
    <w:rsid w:val="00952535"/>
    <w:rsid w:val="00956C26"/>
    <w:rsid w:val="00960337"/>
    <w:rsid w:val="00975019"/>
    <w:rsid w:val="00975C49"/>
    <w:rsid w:val="009840D7"/>
    <w:rsid w:val="009B2846"/>
    <w:rsid w:val="009C128D"/>
    <w:rsid w:val="009C72ED"/>
    <w:rsid w:val="009C7756"/>
    <w:rsid w:val="009E1710"/>
    <w:rsid w:val="009E4291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B0351"/>
    <w:rsid w:val="00AB4926"/>
    <w:rsid w:val="00AE2304"/>
    <w:rsid w:val="00AE6FF2"/>
    <w:rsid w:val="00AF15F1"/>
    <w:rsid w:val="00AF7690"/>
    <w:rsid w:val="00B0088C"/>
    <w:rsid w:val="00B15219"/>
    <w:rsid w:val="00B15FD3"/>
    <w:rsid w:val="00B222E9"/>
    <w:rsid w:val="00B34079"/>
    <w:rsid w:val="00B37849"/>
    <w:rsid w:val="00B477DB"/>
    <w:rsid w:val="00B5040B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7DEB"/>
    <w:rsid w:val="00C6799D"/>
    <w:rsid w:val="00C81012"/>
    <w:rsid w:val="00C81278"/>
    <w:rsid w:val="00C87AC2"/>
    <w:rsid w:val="00C91A84"/>
    <w:rsid w:val="00CB2F6A"/>
    <w:rsid w:val="00CB7698"/>
    <w:rsid w:val="00CC5C97"/>
    <w:rsid w:val="00CE37B9"/>
    <w:rsid w:val="00CE78A6"/>
    <w:rsid w:val="00CF09B7"/>
    <w:rsid w:val="00D11CE6"/>
    <w:rsid w:val="00D13B3F"/>
    <w:rsid w:val="00D13E65"/>
    <w:rsid w:val="00D15144"/>
    <w:rsid w:val="00D23F3D"/>
    <w:rsid w:val="00D34D9A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586F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851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59C4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B313C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9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3</Pages>
  <Words>688</Words>
  <Characters>4129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30</cp:revision>
  <cp:lastPrinted>2023-01-23T11:44:00Z</cp:lastPrinted>
  <dcterms:created xsi:type="dcterms:W3CDTF">2022-05-06T14:08:00Z</dcterms:created>
  <dcterms:modified xsi:type="dcterms:W3CDTF">2023-01-23T11:44:00Z</dcterms:modified>
</cp:coreProperties>
</file>