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D4" w:rsidRDefault="003845D4" w:rsidP="006A2233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noProof/>
          <w:lang w:eastAsia="pl-PL"/>
        </w:rPr>
        <w:pict>
          <v:group id="Grupa 6" o:spid="_x0000_s1026" style="position:absolute;left:0;text-align:left;margin-left:-3.2pt;margin-top:-16.7pt;width:439.45pt;height:44.4pt;z-index:251658240" coordsize="55810,56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style="position:absolute;width:12420;height:56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">
              <v:imagedata r:id="rId7" o:title=""/>
            </v:shape>
            <v:shape id="Picture 4" o:spid="_x0000_s1028" type="#_x0000_t75" style="position:absolute;left:39928;top:711;width:15882;height:4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">
              <v:imagedata r:id="rId8" o:title=""/>
            </v:shape>
            <v:shape id="Obraz 5" o:spid="_x0000_s1029" type="#_x0000_t75" alt="Obraz zawierający tekst&#10;&#10;Opis wygenerowany automatycznie" style="position:absolute;left:13563;top:863;width:14135;height:42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">
              <v:imagedata r:id="rId9" o:title=""/>
            </v:shape>
            <v:shape id="Obraz 1" o:spid="_x0000_s1030" type="#_x0000_t75" style="position:absolute;left:30632;top:914;width:7048;height:42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">
              <v:imagedata r:id="rId10" o:title=""/>
            </v:shape>
          </v:group>
        </w:pict>
      </w:r>
    </w:p>
    <w:p w:rsidR="003845D4" w:rsidRPr="00365336" w:rsidRDefault="003845D4" w:rsidP="006A2233">
      <w:pPr>
        <w:spacing w:after="0" w:line="480" w:lineRule="auto"/>
        <w:jc w:val="right"/>
        <w:rPr>
          <w:rFonts w:ascii="Arial" w:hAnsi="Arial" w:cs="Arial"/>
          <w:sz w:val="18"/>
          <w:szCs w:val="18"/>
        </w:rPr>
      </w:pPr>
      <w:r w:rsidRPr="00365336">
        <w:rPr>
          <w:rFonts w:ascii="Arial" w:hAnsi="Arial" w:cs="Arial"/>
          <w:sz w:val="18"/>
          <w:szCs w:val="18"/>
        </w:rPr>
        <w:t xml:space="preserve">Załącznik nr 4B </w:t>
      </w:r>
      <w:r>
        <w:rPr>
          <w:rFonts w:ascii="Arial" w:hAnsi="Arial" w:cs="Arial"/>
          <w:sz w:val="18"/>
          <w:szCs w:val="18"/>
        </w:rPr>
        <w:t>do SWZ</w:t>
      </w:r>
    </w:p>
    <w:p w:rsidR="003845D4" w:rsidRDefault="003845D4" w:rsidP="006A223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3845D4" w:rsidRDefault="003845D4" w:rsidP="006A2233">
      <w:pPr>
        <w:spacing w:after="15" w:line="276" w:lineRule="auto"/>
        <w:rPr>
          <w:b/>
          <w:szCs w:val="20"/>
        </w:rPr>
      </w:pPr>
      <w:r>
        <w:rPr>
          <w:b/>
          <w:szCs w:val="20"/>
        </w:rPr>
        <w:t xml:space="preserve">Zamawiający: </w:t>
      </w:r>
    </w:p>
    <w:p w:rsidR="003845D4" w:rsidRDefault="003845D4" w:rsidP="00513E45">
      <w:pPr>
        <w:pStyle w:val="BodyTextIndent"/>
        <w:ind w:firstLine="0"/>
        <w:jc w:val="left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SPZOZ w Wolsztynie</w:t>
      </w:r>
    </w:p>
    <w:p w:rsidR="003845D4" w:rsidRDefault="003845D4" w:rsidP="00513E45">
      <w:pPr>
        <w:pStyle w:val="BodyTextIndent"/>
        <w:ind w:firstLine="0"/>
        <w:jc w:val="lef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ul. Wschowska 3</w:t>
      </w:r>
    </w:p>
    <w:p w:rsidR="003845D4" w:rsidRDefault="003845D4" w:rsidP="00513E45">
      <w:pPr>
        <w:spacing w:after="0" w:line="480" w:lineRule="auto"/>
        <w:rPr>
          <w:rFonts w:ascii="Cambria" w:hAnsi="Cambria" w:cs="Arial"/>
        </w:rPr>
      </w:pPr>
      <w:r>
        <w:rPr>
          <w:rFonts w:ascii="Cambria" w:hAnsi="Cambria" w:cs="Calibri"/>
          <w:bCs/>
        </w:rPr>
        <w:t>64-200 Wolsztyn</w:t>
      </w:r>
    </w:p>
    <w:p w:rsidR="003845D4" w:rsidRPr="006A2233" w:rsidRDefault="003845D4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Podmiot:</w:t>
      </w:r>
    </w:p>
    <w:p w:rsidR="003845D4" w:rsidRPr="006A2233" w:rsidRDefault="003845D4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3845D4" w:rsidRPr="006A2233" w:rsidRDefault="003845D4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845D4" w:rsidRPr="006A2233" w:rsidRDefault="003845D4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6A2233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845D4" w:rsidRPr="006A2233" w:rsidRDefault="003845D4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3845D4" w:rsidRPr="006A2233" w:rsidRDefault="003845D4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845D4" w:rsidRPr="006A2233" w:rsidRDefault="003845D4" w:rsidP="00C4103F">
      <w:pPr>
        <w:rPr>
          <w:rFonts w:ascii="Cambria" w:hAnsi="Cambria" w:cs="Arial"/>
          <w:sz w:val="21"/>
          <w:szCs w:val="21"/>
        </w:rPr>
      </w:pPr>
    </w:p>
    <w:p w:rsidR="003845D4" w:rsidRPr="006A2233" w:rsidRDefault="003845D4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Oświadczenia podmiotu udostępniającego zasoby</w:t>
      </w:r>
    </w:p>
    <w:p w:rsidR="003845D4" w:rsidRPr="006A2233" w:rsidRDefault="003845D4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845D4" w:rsidRPr="006A2233" w:rsidRDefault="003845D4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:rsidR="003845D4" w:rsidRPr="006A2233" w:rsidRDefault="003845D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3845D4" w:rsidRPr="006A2233" w:rsidRDefault="003845D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3845D4" w:rsidRDefault="003845D4" w:rsidP="00F468C5">
      <w:pPr>
        <w:pStyle w:val="LO-normal"/>
        <w:rPr>
          <w:rFonts w:ascii="Cambria" w:hAnsi="Cambria" w:cs="Arial"/>
          <w:sz w:val="20"/>
        </w:rPr>
      </w:pPr>
      <w:r w:rsidRPr="00F468C5">
        <w:rPr>
          <w:rFonts w:ascii="Cambria" w:hAnsi="Cambria" w:cs="Arial"/>
          <w:sz w:val="20"/>
        </w:rPr>
        <w:t>Na potrzeby postępowania o udzielenie zamówienia publicznego pn</w:t>
      </w:r>
      <w:r>
        <w:rPr>
          <w:rFonts w:ascii="Cambria" w:hAnsi="Cambria" w:cs="Arial"/>
          <w:sz w:val="20"/>
        </w:rPr>
        <w:t>:</w:t>
      </w:r>
    </w:p>
    <w:p w:rsidR="003845D4" w:rsidRDefault="003845D4" w:rsidP="00AC538C">
      <w:pPr>
        <w:pStyle w:val="Normal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:rsidR="003845D4" w:rsidRDefault="003845D4" w:rsidP="00365336">
      <w:pPr>
        <w:pStyle w:val="NormalWeb"/>
        <w:spacing w:after="0" w:line="276" w:lineRule="auto"/>
        <w:jc w:val="center"/>
        <w:rPr>
          <w:rFonts w:ascii="Cambria" w:hAnsi="Cambria" w:cs="Cambria"/>
          <w:b/>
          <w:bCs/>
          <w:color w:val="0000FF"/>
          <w:sz w:val="22"/>
          <w:szCs w:val="22"/>
          <w:lang w:eastAsia="pl-PL"/>
        </w:rPr>
      </w:pPr>
      <w:r w:rsidRPr="00067638">
        <w:rPr>
          <w:rFonts w:ascii="Cambria" w:hAnsi="Cambria" w:cs="Cambria"/>
          <w:b/>
          <w:bCs/>
          <w:color w:val="0000FF"/>
          <w:sz w:val="22"/>
          <w:szCs w:val="22"/>
          <w:lang w:eastAsia="pl-PL"/>
        </w:rPr>
        <w:t xml:space="preserve">„Zakup i dostawa wyposażenia szpitala w ramach projektu Dostępność Plus dla zdrowia </w:t>
      </w:r>
    </w:p>
    <w:p w:rsidR="003845D4" w:rsidRDefault="003845D4" w:rsidP="00365336">
      <w:pPr>
        <w:pStyle w:val="Normal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  <w:r w:rsidRPr="00067638">
        <w:rPr>
          <w:rFonts w:ascii="Cambria" w:hAnsi="Cambria"/>
          <w:b/>
          <w:color w:val="0000FF"/>
          <w:sz w:val="22"/>
          <w:szCs w:val="22"/>
        </w:rPr>
        <w:t>dla SPZOZ w Wolsztynie</w:t>
      </w:r>
      <w:r>
        <w:rPr>
          <w:rFonts w:ascii="Cambria" w:hAnsi="Cambria"/>
          <w:b/>
          <w:color w:val="0000FF"/>
          <w:sz w:val="22"/>
          <w:szCs w:val="22"/>
        </w:rPr>
        <w:t>”</w:t>
      </w:r>
    </w:p>
    <w:p w:rsidR="003845D4" w:rsidRPr="00067638" w:rsidRDefault="003845D4" w:rsidP="00365336">
      <w:pPr>
        <w:pStyle w:val="Normal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:rsidR="003845D4" w:rsidRPr="0049705F" w:rsidRDefault="003845D4" w:rsidP="00AC538C">
      <w:pPr>
        <w:autoSpaceDE w:val="0"/>
        <w:spacing w:line="360" w:lineRule="auto"/>
        <w:ind w:left="360"/>
        <w:jc w:val="center"/>
        <w:rPr>
          <w:rFonts w:ascii="Cambria" w:hAnsi="Cambria"/>
          <w:b/>
          <w:i/>
          <w:color w:val="0000FF"/>
        </w:rPr>
      </w:pPr>
      <w:r w:rsidRPr="0049705F">
        <w:rPr>
          <w:rFonts w:ascii="Cambria" w:hAnsi="Cambria"/>
          <w:b/>
          <w:i/>
          <w:color w:val="0000FF"/>
        </w:rPr>
        <w:t>TP/</w:t>
      </w:r>
      <w:r>
        <w:rPr>
          <w:rFonts w:ascii="Cambria" w:hAnsi="Cambria"/>
          <w:b/>
          <w:i/>
          <w:color w:val="0000FF"/>
        </w:rPr>
        <w:t>3</w:t>
      </w:r>
      <w:r w:rsidRPr="0049705F">
        <w:rPr>
          <w:rFonts w:ascii="Cambria" w:hAnsi="Cambria"/>
          <w:b/>
          <w:i/>
          <w:color w:val="0000FF"/>
        </w:rPr>
        <w:t>/2023</w:t>
      </w:r>
    </w:p>
    <w:p w:rsidR="003845D4" w:rsidRPr="006A2233" w:rsidRDefault="003845D4" w:rsidP="00D44D2E">
      <w:pPr>
        <w:autoSpaceDE w:val="0"/>
        <w:spacing w:line="360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prowadzonego przez </w:t>
      </w:r>
      <w:r>
        <w:rPr>
          <w:rFonts w:ascii="Cambria" w:hAnsi="Cambria" w:cs="Arial"/>
          <w:sz w:val="21"/>
          <w:szCs w:val="21"/>
        </w:rPr>
        <w:t xml:space="preserve">SPZOZ w Wolsztynie </w:t>
      </w:r>
      <w:r w:rsidRPr="006A2233">
        <w:rPr>
          <w:rFonts w:ascii="Cambria" w:hAnsi="Cambria" w:cs="Arial"/>
          <w:i/>
          <w:sz w:val="16"/>
          <w:szCs w:val="16"/>
        </w:rPr>
        <w:t xml:space="preserve">, </w:t>
      </w:r>
      <w:r w:rsidRPr="006A2233">
        <w:rPr>
          <w:rFonts w:ascii="Cambria" w:hAnsi="Cambria" w:cs="Arial"/>
          <w:sz w:val="21"/>
          <w:szCs w:val="21"/>
        </w:rPr>
        <w:t>oświadczam, co następuje:</w:t>
      </w:r>
    </w:p>
    <w:p w:rsidR="003845D4" w:rsidRPr="006A2233" w:rsidRDefault="003845D4" w:rsidP="009552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845D4" w:rsidRPr="006A2233" w:rsidRDefault="003845D4" w:rsidP="001563C8">
      <w:pPr>
        <w:shd w:val="clear" w:color="auto" w:fill="BFBF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3845D4" w:rsidRDefault="003845D4" w:rsidP="001563C8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 art. 108 ust 1 ustawy Pzp.</w:t>
      </w:r>
    </w:p>
    <w:p w:rsidR="003845D4" w:rsidRPr="006A2233" w:rsidRDefault="003845D4" w:rsidP="00177C2A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Cambria" w:hAnsi="Cambria" w:cs="Arial"/>
          <w:sz w:val="21"/>
          <w:szCs w:val="21"/>
        </w:rPr>
        <w:t xml:space="preserve">pkt 4 </w:t>
      </w:r>
      <w:r w:rsidRPr="006A2233">
        <w:rPr>
          <w:rFonts w:ascii="Cambria" w:hAnsi="Cambria" w:cs="Arial"/>
          <w:sz w:val="21"/>
          <w:szCs w:val="21"/>
        </w:rPr>
        <w:t>ustawy Pzp</w:t>
      </w:r>
      <w:r w:rsidRPr="006A2233">
        <w:rPr>
          <w:rFonts w:ascii="Cambria" w:hAnsi="Cambria" w:cs="Arial"/>
          <w:sz w:val="20"/>
          <w:szCs w:val="20"/>
        </w:rPr>
        <w:t>.</w:t>
      </w:r>
    </w:p>
    <w:p w:rsidR="003845D4" w:rsidRPr="006A2233" w:rsidRDefault="003845D4" w:rsidP="009109BE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6A2233">
        <w:rPr>
          <w:rFonts w:ascii="Cambria" w:hAnsi="Cambria" w:cs="Arial"/>
          <w:color w:val="000000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(Dz. U. poz. 835)</w:t>
      </w:r>
      <w:r w:rsidRPr="006A2233">
        <w:rPr>
          <w:rStyle w:val="FootnoteReference"/>
          <w:rFonts w:ascii="Cambria" w:hAnsi="Cambria" w:cs="Arial"/>
          <w:i/>
          <w:iCs/>
          <w:color w:val="000000"/>
          <w:sz w:val="21"/>
          <w:szCs w:val="21"/>
        </w:rPr>
        <w:footnoteReference w:id="1"/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>.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 </w:t>
      </w:r>
    </w:p>
    <w:p w:rsidR="003845D4" w:rsidRPr="006A2233" w:rsidRDefault="003845D4" w:rsidP="002D08E4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3845D4" w:rsidRPr="006A2233" w:rsidRDefault="003845D4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1004F3">
        <w:rPr>
          <w:rFonts w:ascii="Cambria" w:hAnsi="Cambria" w:cs="Arial"/>
          <w:color w:val="0000FF"/>
          <w:sz w:val="21"/>
          <w:szCs w:val="21"/>
        </w:rPr>
        <w:t xml:space="preserve">SWZ, rozdz. </w:t>
      </w:r>
      <w:r>
        <w:rPr>
          <w:rFonts w:ascii="Cambria" w:hAnsi="Cambria" w:cs="Arial"/>
          <w:color w:val="0000FF"/>
          <w:sz w:val="21"/>
          <w:szCs w:val="21"/>
        </w:rPr>
        <w:t>6</w:t>
      </w:r>
      <w:r w:rsidRPr="001004F3">
        <w:rPr>
          <w:rFonts w:ascii="Cambria" w:hAnsi="Cambria" w:cs="Arial"/>
          <w:color w:val="0000FF"/>
          <w:sz w:val="21"/>
          <w:szCs w:val="21"/>
        </w:rPr>
        <w:t xml:space="preserve"> pkt. </w:t>
      </w:r>
      <w:r>
        <w:rPr>
          <w:rFonts w:ascii="Cambria" w:hAnsi="Cambria" w:cs="Arial"/>
          <w:color w:val="0000FF"/>
          <w:sz w:val="21"/>
          <w:szCs w:val="21"/>
        </w:rPr>
        <w:t>6</w:t>
      </w:r>
      <w:r w:rsidRPr="001004F3">
        <w:rPr>
          <w:rFonts w:ascii="Cambria" w:hAnsi="Cambria" w:cs="Arial"/>
          <w:color w:val="0000FF"/>
          <w:sz w:val="21"/>
          <w:szCs w:val="21"/>
        </w:rPr>
        <w:t>.1</w:t>
      </w:r>
      <w:r>
        <w:rPr>
          <w:rFonts w:ascii="Cambria" w:hAnsi="Cambria" w:cs="Arial"/>
          <w:color w:val="0000FF"/>
          <w:sz w:val="21"/>
          <w:szCs w:val="21"/>
        </w:rPr>
        <w:t>,</w:t>
      </w:r>
      <w:r w:rsidRPr="001004F3">
        <w:rPr>
          <w:rFonts w:ascii="Cambria" w:hAnsi="Cambria" w:cs="Arial"/>
          <w:color w:val="0000FF"/>
          <w:sz w:val="21"/>
          <w:szCs w:val="21"/>
        </w:rPr>
        <w:t xml:space="preserve"> 4)</w:t>
      </w:r>
      <w:bookmarkEnd w:id="1"/>
      <w:r w:rsidRPr="001004F3">
        <w:rPr>
          <w:rFonts w:ascii="Cambria" w:hAnsi="Cambria" w:cs="Arial"/>
          <w:color w:val="0000FF"/>
          <w:sz w:val="21"/>
          <w:szCs w:val="21"/>
        </w:rPr>
        <w:t xml:space="preserve"> </w:t>
      </w:r>
      <w:r w:rsidRPr="006A223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6A2233">
        <w:rPr>
          <w:rFonts w:ascii="Cambria" w:hAnsi="Cambria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3845D4" w:rsidRPr="006A2233" w:rsidRDefault="003845D4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3845D4" w:rsidRPr="006A2233" w:rsidRDefault="003845D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845D4" w:rsidRPr="006A2233" w:rsidRDefault="003845D4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:rsidR="003845D4" w:rsidRPr="006A2233" w:rsidRDefault="003845D4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A223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A2233">
        <w:rPr>
          <w:rFonts w:ascii="Cambria" w:hAnsi="Cambria"/>
        </w:rPr>
        <w:t xml:space="preserve"> </w:t>
      </w:r>
    </w:p>
    <w:p w:rsidR="003845D4" w:rsidRPr="006A2233" w:rsidRDefault="003845D4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3845D4" w:rsidRPr="006A2233" w:rsidRDefault="003845D4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2233">
        <w:rPr>
          <w:rFonts w:ascii="Cambria" w:hAnsi="Cambria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dane umożliwiające dostęp do tych środków:</w:t>
      </w:r>
    </w:p>
    <w:p w:rsidR="003845D4" w:rsidRPr="006A2233" w:rsidRDefault="003845D4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3845D4" w:rsidRPr="006A2233" w:rsidRDefault="003845D4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845D4" w:rsidRPr="006A2233" w:rsidRDefault="003845D4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3845D4" w:rsidRPr="006A2233" w:rsidRDefault="003845D4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845D4" w:rsidRPr="006A2233" w:rsidRDefault="003845D4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845D4" w:rsidRPr="006A2233" w:rsidRDefault="003845D4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3845D4" w:rsidRPr="006A2233" w:rsidRDefault="003845D4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i/>
          <w:sz w:val="21"/>
          <w:szCs w:val="21"/>
        </w:rPr>
        <w:tab/>
      </w:r>
      <w:r w:rsidRPr="006A2233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3845D4" w:rsidRPr="006A2233" w:rsidSect="00365336">
      <w:endnotePr>
        <w:numFmt w:val="decimal"/>
      </w:endnotePr>
      <w:pgSz w:w="11906" w:h="16838"/>
      <w:pgMar w:top="851" w:right="1417" w:bottom="1417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5D4" w:rsidRDefault="003845D4" w:rsidP="0038231F">
      <w:pPr>
        <w:spacing w:after="0" w:line="240" w:lineRule="auto"/>
      </w:pPr>
      <w:r>
        <w:separator/>
      </w:r>
    </w:p>
  </w:endnote>
  <w:endnote w:type="continuationSeparator" w:id="0">
    <w:p w:rsidR="003845D4" w:rsidRDefault="003845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5D4" w:rsidRDefault="003845D4" w:rsidP="0038231F">
      <w:pPr>
        <w:spacing w:after="0" w:line="240" w:lineRule="auto"/>
      </w:pPr>
      <w:r>
        <w:separator/>
      </w:r>
    </w:p>
  </w:footnote>
  <w:footnote w:type="continuationSeparator" w:id="0">
    <w:p w:rsidR="003845D4" w:rsidRDefault="003845D4" w:rsidP="0038231F">
      <w:pPr>
        <w:spacing w:after="0" w:line="240" w:lineRule="auto"/>
      </w:pPr>
      <w:r>
        <w:continuationSeparator/>
      </w:r>
    </w:p>
  </w:footnote>
  <w:footnote w:id="1">
    <w:p w:rsidR="003845D4" w:rsidRPr="00A82964" w:rsidRDefault="003845D4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845D4" w:rsidRPr="00A82964" w:rsidRDefault="003845D4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845D4" w:rsidRPr="00A82964" w:rsidRDefault="003845D4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845D4" w:rsidRPr="00A82964" w:rsidRDefault="003845D4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3845D4" w:rsidRDefault="003845D4" w:rsidP="009109BE">
      <w:pPr>
        <w:spacing w:after="0" w:line="240" w:lineRule="auto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4D1E"/>
    <w:rsid w:val="00025C8D"/>
    <w:rsid w:val="000303EE"/>
    <w:rsid w:val="00064EB6"/>
    <w:rsid w:val="00066102"/>
    <w:rsid w:val="0006632C"/>
    <w:rsid w:val="00067638"/>
    <w:rsid w:val="00073C3D"/>
    <w:rsid w:val="000809B6"/>
    <w:rsid w:val="000B1025"/>
    <w:rsid w:val="000B309B"/>
    <w:rsid w:val="000B42BB"/>
    <w:rsid w:val="000B492A"/>
    <w:rsid w:val="000B4FA1"/>
    <w:rsid w:val="000B54D1"/>
    <w:rsid w:val="000C021E"/>
    <w:rsid w:val="000C18AF"/>
    <w:rsid w:val="000D435E"/>
    <w:rsid w:val="000D49FE"/>
    <w:rsid w:val="000D4DB7"/>
    <w:rsid w:val="000D6F17"/>
    <w:rsid w:val="000D73C4"/>
    <w:rsid w:val="000E277B"/>
    <w:rsid w:val="000E4D37"/>
    <w:rsid w:val="001004F3"/>
    <w:rsid w:val="001041C7"/>
    <w:rsid w:val="001067FC"/>
    <w:rsid w:val="0011408C"/>
    <w:rsid w:val="0012439B"/>
    <w:rsid w:val="001536D8"/>
    <w:rsid w:val="001542CB"/>
    <w:rsid w:val="001563C8"/>
    <w:rsid w:val="00166028"/>
    <w:rsid w:val="00177C2A"/>
    <w:rsid w:val="001902D2"/>
    <w:rsid w:val="001B6748"/>
    <w:rsid w:val="001C6945"/>
    <w:rsid w:val="001C7960"/>
    <w:rsid w:val="001F027E"/>
    <w:rsid w:val="001F0CE2"/>
    <w:rsid w:val="00200A89"/>
    <w:rsid w:val="00200BDD"/>
    <w:rsid w:val="00203A40"/>
    <w:rsid w:val="00214CCD"/>
    <w:rsid w:val="00214E8D"/>
    <w:rsid w:val="002168A8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62D61"/>
    <w:rsid w:val="00273951"/>
    <w:rsid w:val="00290B01"/>
    <w:rsid w:val="002B0F8D"/>
    <w:rsid w:val="002C188B"/>
    <w:rsid w:val="002C1C7B"/>
    <w:rsid w:val="002C3DE0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5336"/>
    <w:rsid w:val="003806E7"/>
    <w:rsid w:val="0038231F"/>
    <w:rsid w:val="003845D4"/>
    <w:rsid w:val="003A5996"/>
    <w:rsid w:val="003B2070"/>
    <w:rsid w:val="003B214C"/>
    <w:rsid w:val="003B53A1"/>
    <w:rsid w:val="003B7238"/>
    <w:rsid w:val="003C3B64"/>
    <w:rsid w:val="003D284C"/>
    <w:rsid w:val="003E52F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DEE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C4854"/>
    <w:rsid w:val="004C69F2"/>
    <w:rsid w:val="004D7E48"/>
    <w:rsid w:val="004E4730"/>
    <w:rsid w:val="004F23F7"/>
    <w:rsid w:val="004F40EF"/>
    <w:rsid w:val="004F6A9B"/>
    <w:rsid w:val="005128B8"/>
    <w:rsid w:val="00513E45"/>
    <w:rsid w:val="00520174"/>
    <w:rsid w:val="00520AA1"/>
    <w:rsid w:val="005277C1"/>
    <w:rsid w:val="00537B9B"/>
    <w:rsid w:val="00551D71"/>
    <w:rsid w:val="005641F0"/>
    <w:rsid w:val="005842F8"/>
    <w:rsid w:val="00585316"/>
    <w:rsid w:val="0059454A"/>
    <w:rsid w:val="005A51F4"/>
    <w:rsid w:val="005A5232"/>
    <w:rsid w:val="005C39CA"/>
    <w:rsid w:val="005D4835"/>
    <w:rsid w:val="005D7EE4"/>
    <w:rsid w:val="005E176A"/>
    <w:rsid w:val="00615A90"/>
    <w:rsid w:val="006232F0"/>
    <w:rsid w:val="00631516"/>
    <w:rsid w:val="00634311"/>
    <w:rsid w:val="0065001C"/>
    <w:rsid w:val="00666121"/>
    <w:rsid w:val="00667373"/>
    <w:rsid w:val="00674997"/>
    <w:rsid w:val="006828BF"/>
    <w:rsid w:val="00687BC4"/>
    <w:rsid w:val="006A2233"/>
    <w:rsid w:val="006A3A1F"/>
    <w:rsid w:val="006A52B6"/>
    <w:rsid w:val="006C04DB"/>
    <w:rsid w:val="006C1310"/>
    <w:rsid w:val="006C2EE5"/>
    <w:rsid w:val="006C3B45"/>
    <w:rsid w:val="006F0034"/>
    <w:rsid w:val="006F2927"/>
    <w:rsid w:val="006F3D32"/>
    <w:rsid w:val="006F7BDC"/>
    <w:rsid w:val="007118F0"/>
    <w:rsid w:val="0072049D"/>
    <w:rsid w:val="0072560B"/>
    <w:rsid w:val="00735F04"/>
    <w:rsid w:val="00745E88"/>
    <w:rsid w:val="00746532"/>
    <w:rsid w:val="00751725"/>
    <w:rsid w:val="00756C8F"/>
    <w:rsid w:val="007840F2"/>
    <w:rsid w:val="007858B4"/>
    <w:rsid w:val="00787CA6"/>
    <w:rsid w:val="007936D6"/>
    <w:rsid w:val="007961C8"/>
    <w:rsid w:val="007A0E1B"/>
    <w:rsid w:val="007B01C8"/>
    <w:rsid w:val="007C3D44"/>
    <w:rsid w:val="007D0100"/>
    <w:rsid w:val="007D5B61"/>
    <w:rsid w:val="007E2F69"/>
    <w:rsid w:val="007E4699"/>
    <w:rsid w:val="007F6703"/>
    <w:rsid w:val="00801B87"/>
    <w:rsid w:val="00804F07"/>
    <w:rsid w:val="008124A1"/>
    <w:rsid w:val="00825A09"/>
    <w:rsid w:val="00830AB1"/>
    <w:rsid w:val="00832026"/>
    <w:rsid w:val="00833FCD"/>
    <w:rsid w:val="00842991"/>
    <w:rsid w:val="00844371"/>
    <w:rsid w:val="008757E1"/>
    <w:rsid w:val="00886242"/>
    <w:rsid w:val="00892AF5"/>
    <w:rsid w:val="00892E48"/>
    <w:rsid w:val="008B2F45"/>
    <w:rsid w:val="008C5709"/>
    <w:rsid w:val="008C6DF8"/>
    <w:rsid w:val="008D0487"/>
    <w:rsid w:val="008D6B12"/>
    <w:rsid w:val="008E2697"/>
    <w:rsid w:val="008E764D"/>
    <w:rsid w:val="008F3B4E"/>
    <w:rsid w:val="009024CA"/>
    <w:rsid w:val="0090760E"/>
    <w:rsid w:val="009109BE"/>
    <w:rsid w:val="00911E1A"/>
    <w:rsid w:val="0091264E"/>
    <w:rsid w:val="009203C6"/>
    <w:rsid w:val="00921BE9"/>
    <w:rsid w:val="009301A2"/>
    <w:rsid w:val="00936292"/>
    <w:rsid w:val="00936A88"/>
    <w:rsid w:val="009416A0"/>
    <w:rsid w:val="00941980"/>
    <w:rsid w:val="009432D2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55D3"/>
    <w:rsid w:val="009C43E2"/>
    <w:rsid w:val="009C7756"/>
    <w:rsid w:val="009D5221"/>
    <w:rsid w:val="009D6255"/>
    <w:rsid w:val="009E0844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14F0"/>
    <w:rsid w:val="00A62C2D"/>
    <w:rsid w:val="00A8246F"/>
    <w:rsid w:val="00A82964"/>
    <w:rsid w:val="00A82DC3"/>
    <w:rsid w:val="00A834D8"/>
    <w:rsid w:val="00AA0E38"/>
    <w:rsid w:val="00AA336E"/>
    <w:rsid w:val="00AA442C"/>
    <w:rsid w:val="00AC226B"/>
    <w:rsid w:val="00AC538C"/>
    <w:rsid w:val="00AE4165"/>
    <w:rsid w:val="00AE6FF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3F8B"/>
    <w:rsid w:val="00B61445"/>
    <w:rsid w:val="00B8005E"/>
    <w:rsid w:val="00B817C6"/>
    <w:rsid w:val="00B90E42"/>
    <w:rsid w:val="00BA1BEE"/>
    <w:rsid w:val="00BA4F1D"/>
    <w:rsid w:val="00BB0C3C"/>
    <w:rsid w:val="00BB2C57"/>
    <w:rsid w:val="00BB4893"/>
    <w:rsid w:val="00BC43AD"/>
    <w:rsid w:val="00BC783E"/>
    <w:rsid w:val="00BD5853"/>
    <w:rsid w:val="00BE06CD"/>
    <w:rsid w:val="00BE7370"/>
    <w:rsid w:val="00BF4619"/>
    <w:rsid w:val="00BF6BA8"/>
    <w:rsid w:val="00C00DDD"/>
    <w:rsid w:val="00C014B5"/>
    <w:rsid w:val="00C166C4"/>
    <w:rsid w:val="00C20601"/>
    <w:rsid w:val="00C32535"/>
    <w:rsid w:val="00C4103F"/>
    <w:rsid w:val="00C57DEB"/>
    <w:rsid w:val="00C81012"/>
    <w:rsid w:val="00C83BED"/>
    <w:rsid w:val="00C85D23"/>
    <w:rsid w:val="00C96B7B"/>
    <w:rsid w:val="00CB7698"/>
    <w:rsid w:val="00CC5BC5"/>
    <w:rsid w:val="00CC5C97"/>
    <w:rsid w:val="00CD5FC8"/>
    <w:rsid w:val="00CE7EA4"/>
    <w:rsid w:val="00D041D9"/>
    <w:rsid w:val="00D23F3D"/>
    <w:rsid w:val="00D26205"/>
    <w:rsid w:val="00D27FC2"/>
    <w:rsid w:val="00D32672"/>
    <w:rsid w:val="00D34D9A"/>
    <w:rsid w:val="00D409DE"/>
    <w:rsid w:val="00D42C9B"/>
    <w:rsid w:val="00D44D2E"/>
    <w:rsid w:val="00D4629C"/>
    <w:rsid w:val="00D531D5"/>
    <w:rsid w:val="00D63E2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266E"/>
    <w:rsid w:val="00E14883"/>
    <w:rsid w:val="00E21B42"/>
    <w:rsid w:val="00E22210"/>
    <w:rsid w:val="00E265CB"/>
    <w:rsid w:val="00E309E9"/>
    <w:rsid w:val="00E31C06"/>
    <w:rsid w:val="00E33C67"/>
    <w:rsid w:val="00E36531"/>
    <w:rsid w:val="00E4054F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2622"/>
    <w:rsid w:val="00EF5225"/>
    <w:rsid w:val="00EF74CA"/>
    <w:rsid w:val="00F04280"/>
    <w:rsid w:val="00F122EC"/>
    <w:rsid w:val="00F259C4"/>
    <w:rsid w:val="00F365F2"/>
    <w:rsid w:val="00F43919"/>
    <w:rsid w:val="00F468C5"/>
    <w:rsid w:val="00F52F0E"/>
    <w:rsid w:val="00F53A16"/>
    <w:rsid w:val="00F70CBC"/>
    <w:rsid w:val="00F76A8D"/>
    <w:rsid w:val="00FA2CE5"/>
    <w:rsid w:val="00FA50C3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7C3D44"/>
    <w:rPr>
      <w:lang w:eastAsia="en-US"/>
    </w:rPr>
  </w:style>
  <w:style w:type="character" w:styleId="Emphasis">
    <w:name w:val="Emphasis"/>
    <w:basedOn w:val="DefaultParagraphFont"/>
    <w:uiPriority w:val="99"/>
    <w:qFormat/>
    <w:rsid w:val="007C3D44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7C3D44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efaultParagraphFont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06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430</Words>
  <Characters>2586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24</cp:revision>
  <cp:lastPrinted>2023-01-23T11:45:00Z</cp:lastPrinted>
  <dcterms:created xsi:type="dcterms:W3CDTF">2022-05-06T14:15:00Z</dcterms:created>
  <dcterms:modified xsi:type="dcterms:W3CDTF">2023-01-23T11:45:00Z</dcterms:modified>
</cp:coreProperties>
</file>