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CF" w:rsidRDefault="006E37CF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</w:p>
    <w:p w:rsidR="006E37CF" w:rsidRDefault="006E37CF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noProof/>
          <w:lang w:eastAsia="pl-PL"/>
        </w:rPr>
        <w:pict>
          <v:group id="Grupa 6" o:spid="_x0000_s1026" style="position:absolute;left:0;text-align:left;margin-left:-3.2pt;margin-top:-11.05pt;width:439.45pt;height:44.4pt;z-index:251658240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  <v:imagedata r:id="rId6" o:title=""/>
            </v:shape>
            <v:shape id="Picture 4" o:spid="_x0000_s1028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  <v:imagedata r:id="rId7" o:title=""/>
            </v:shape>
            <v:shape id="Obraz 5" o:spid="_x0000_s1029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  <v:imagedata r:id="rId8" o:title=""/>
            </v:shape>
            <v:shape id="Obraz 1" o:spid="_x0000_s1030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  <v:imagedata r:id="rId9" o:title=""/>
            </v:shape>
          </v:group>
        </w:pict>
      </w:r>
    </w:p>
    <w:p w:rsidR="006E37CF" w:rsidRDefault="006E37CF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E37CF" w:rsidRDefault="006E37CF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6E37CF" w:rsidRDefault="006E37CF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6E37CF" w:rsidRDefault="006E37CF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6E37CF" w:rsidRDefault="006E37CF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6E37CF" w:rsidRDefault="006E37CF" w:rsidP="007E0049">
      <w:pPr>
        <w:pStyle w:val="NormalWeb"/>
        <w:spacing w:line="276" w:lineRule="auto"/>
        <w:jc w:val="center"/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</w:p>
    <w:p w:rsidR="006E37CF" w:rsidRDefault="006E37CF" w:rsidP="007E0049">
      <w:pPr>
        <w:pStyle w:val="NormalWeb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 TP/3/2023</w:t>
      </w:r>
    </w:p>
    <w:p w:rsidR="006E37CF" w:rsidRDefault="006E37CF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6E37CF" w:rsidRDefault="006E37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6E37CF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6E37CF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E37C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E37C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E37C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E37CF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7CF" w:rsidRDefault="006E37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E37CF" w:rsidRDefault="006E37CF" w:rsidP="00D608AD">
      <w:pPr>
        <w:spacing w:before="120"/>
        <w:ind w:left="5670"/>
        <w:jc w:val="center"/>
      </w:pPr>
    </w:p>
    <w:sectPr w:rsidR="006E37CF" w:rsidSect="00D608AD">
      <w:footerReference w:type="default" r:id="rId10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7CF" w:rsidRDefault="006E37CF" w:rsidP="00157B29">
      <w:r>
        <w:separator/>
      </w:r>
    </w:p>
  </w:endnote>
  <w:endnote w:type="continuationSeparator" w:id="0">
    <w:p w:rsidR="006E37CF" w:rsidRDefault="006E37CF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7CF" w:rsidRDefault="006E37CF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6E37CF" w:rsidRDefault="006E37C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E37CF" w:rsidRDefault="006E37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7CF" w:rsidRDefault="006E37CF" w:rsidP="00157B29">
      <w:r>
        <w:separator/>
      </w:r>
    </w:p>
  </w:footnote>
  <w:footnote w:type="continuationSeparator" w:id="0">
    <w:p w:rsidR="006E37CF" w:rsidRDefault="006E37CF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33F1E"/>
    <w:rsid w:val="00067638"/>
    <w:rsid w:val="0009084A"/>
    <w:rsid w:val="00092FEA"/>
    <w:rsid w:val="000A3AB7"/>
    <w:rsid w:val="000A4DEE"/>
    <w:rsid w:val="000B64AD"/>
    <w:rsid w:val="000D69D9"/>
    <w:rsid w:val="001263B7"/>
    <w:rsid w:val="0013714C"/>
    <w:rsid w:val="00154AA4"/>
    <w:rsid w:val="00157B29"/>
    <w:rsid w:val="00213DF9"/>
    <w:rsid w:val="00231D34"/>
    <w:rsid w:val="00247197"/>
    <w:rsid w:val="00350EEA"/>
    <w:rsid w:val="003B3359"/>
    <w:rsid w:val="003C6E66"/>
    <w:rsid w:val="00425857"/>
    <w:rsid w:val="0049705F"/>
    <w:rsid w:val="005769FA"/>
    <w:rsid w:val="00590F50"/>
    <w:rsid w:val="005C4B8E"/>
    <w:rsid w:val="005E5893"/>
    <w:rsid w:val="00624B0D"/>
    <w:rsid w:val="00646CE2"/>
    <w:rsid w:val="006E37CF"/>
    <w:rsid w:val="00702DD6"/>
    <w:rsid w:val="00703312"/>
    <w:rsid w:val="00713F98"/>
    <w:rsid w:val="007E0049"/>
    <w:rsid w:val="008065C8"/>
    <w:rsid w:val="00845266"/>
    <w:rsid w:val="008625C0"/>
    <w:rsid w:val="008A2DDD"/>
    <w:rsid w:val="009113D3"/>
    <w:rsid w:val="00913A40"/>
    <w:rsid w:val="00962C34"/>
    <w:rsid w:val="009D2FDB"/>
    <w:rsid w:val="009E1E80"/>
    <w:rsid w:val="009E4459"/>
    <w:rsid w:val="00A20BC2"/>
    <w:rsid w:val="00A43792"/>
    <w:rsid w:val="00AE33DE"/>
    <w:rsid w:val="00B007D8"/>
    <w:rsid w:val="00B2660D"/>
    <w:rsid w:val="00B95F5C"/>
    <w:rsid w:val="00BB55DE"/>
    <w:rsid w:val="00BD2246"/>
    <w:rsid w:val="00BE0A45"/>
    <w:rsid w:val="00C02F33"/>
    <w:rsid w:val="00C0398E"/>
    <w:rsid w:val="00D1658D"/>
    <w:rsid w:val="00D17A08"/>
    <w:rsid w:val="00D608AD"/>
    <w:rsid w:val="00DD5DEE"/>
    <w:rsid w:val="00DD6CD7"/>
    <w:rsid w:val="00E75795"/>
    <w:rsid w:val="00E823A1"/>
    <w:rsid w:val="00E940D0"/>
    <w:rsid w:val="00ED3FEC"/>
    <w:rsid w:val="00F735D8"/>
    <w:rsid w:val="00FD50EA"/>
    <w:rsid w:val="00FD5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3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242</Words>
  <Characters>1452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28</cp:revision>
  <cp:lastPrinted>2022-12-22T09:34:00Z</cp:lastPrinted>
  <dcterms:created xsi:type="dcterms:W3CDTF">2021-11-10T06:42:00Z</dcterms:created>
  <dcterms:modified xsi:type="dcterms:W3CDTF">2023-01-20T06:28:00Z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