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55B7A3D6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91F26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8594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4CEEEAC" w14:textId="43C0E92D" w:rsidR="008834A6" w:rsidRPr="00456B89" w:rsidRDefault="00E91F26" w:rsidP="00E91F26">
      <w:pPr>
        <w:pStyle w:val="Style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8834A6" w:rsidRPr="00456B89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755939" w:rsidRPr="00456B89">
        <w:rPr>
          <w:rFonts w:ascii="Arial" w:hAnsi="Arial" w:cs="Arial"/>
          <w:sz w:val="20"/>
          <w:szCs w:val="20"/>
        </w:rPr>
        <w:t xml:space="preserve"> na usługi </w:t>
      </w:r>
      <w:r w:rsidR="008834A6" w:rsidRPr="00456B89">
        <w:rPr>
          <w:rFonts w:ascii="Arial" w:hAnsi="Arial" w:cs="Arial"/>
          <w:sz w:val="20"/>
          <w:szCs w:val="20"/>
        </w:rPr>
        <w:t>pn.</w:t>
      </w:r>
      <w:r w:rsidR="008834A6" w:rsidRPr="00456B89">
        <w:rPr>
          <w:rFonts w:ascii="Arial" w:hAnsi="Arial" w:cs="Arial"/>
          <w:b/>
          <w:sz w:val="20"/>
          <w:szCs w:val="20"/>
        </w:rPr>
        <w:t xml:space="preserve"> </w:t>
      </w:r>
      <w:bookmarkStart w:id="0" w:name="_Hlk62906715"/>
      <w:r w:rsidRPr="00E91F26">
        <w:rPr>
          <w:rFonts w:ascii="Arial" w:hAnsi="Arial" w:cs="Arial"/>
          <w:b/>
          <w:bCs/>
          <w:sz w:val="20"/>
          <w:szCs w:val="20"/>
        </w:rPr>
        <w:t xml:space="preserve">Nadzór Inwestorski nad robotami budowlanymi pn.: </w:t>
      </w:r>
      <w:bookmarkStart w:id="1" w:name="_Hlk153794861"/>
      <w:bookmarkStart w:id="2" w:name="_Hlk153798875"/>
      <w:r w:rsidRPr="00E91F26">
        <w:rPr>
          <w:rFonts w:ascii="Arial" w:hAnsi="Arial" w:cs="Arial"/>
          <w:b/>
          <w:bCs/>
          <w:sz w:val="20"/>
          <w:szCs w:val="20"/>
        </w:rPr>
        <w:t>Rozbudowa dr</w:t>
      </w:r>
      <w:bookmarkEnd w:id="1"/>
      <w:bookmarkEnd w:id="2"/>
      <w:r w:rsidRPr="00E91F26">
        <w:rPr>
          <w:rFonts w:ascii="Arial" w:hAnsi="Arial" w:cs="Arial"/>
          <w:b/>
          <w:bCs/>
          <w:sz w:val="20"/>
          <w:szCs w:val="20"/>
        </w:rPr>
        <w:t>ogi powiatowej  nr 2628G na odcinku Chojniczki - Jarcewo. Zadanie jest realizowane przy dofinansowaniu w ramach Rządowego Funduszu Rozwoju Dróg</w:t>
      </w:r>
      <w:bookmarkEnd w:id="0"/>
      <w:r>
        <w:rPr>
          <w:rFonts w:ascii="Arial" w:hAnsi="Arial" w:cs="Arial"/>
          <w:b/>
          <w:bCs/>
          <w:sz w:val="20"/>
          <w:szCs w:val="20"/>
        </w:rPr>
        <w:t xml:space="preserve">, </w:t>
      </w:r>
      <w:r w:rsidR="00755939" w:rsidRPr="003A175F">
        <w:rPr>
          <w:rFonts w:ascii="Arial" w:hAnsi="Arial" w:cs="Arial"/>
          <w:sz w:val="20"/>
          <w:szCs w:val="20"/>
        </w:rPr>
        <w:t xml:space="preserve">prowadzonego przez Powiat Chojnicki </w:t>
      </w:r>
      <w:r w:rsidR="00755939" w:rsidRPr="003A175F">
        <w:rPr>
          <w:rFonts w:ascii="Arial" w:hAnsi="Arial" w:cs="Arial"/>
          <w:i/>
          <w:sz w:val="20"/>
          <w:szCs w:val="20"/>
        </w:rPr>
        <w:t xml:space="preserve"> </w:t>
      </w:r>
      <w:r w:rsidR="008834A6" w:rsidRPr="003A175F">
        <w:rPr>
          <w:rFonts w:ascii="Arial" w:hAnsi="Arial" w:cs="Arial"/>
          <w:sz w:val="20"/>
          <w:szCs w:val="20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387D27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2C97A" w14:textId="77777777" w:rsidR="00387D27" w:rsidRDefault="00387D27">
      <w:r>
        <w:separator/>
      </w:r>
    </w:p>
  </w:endnote>
  <w:endnote w:type="continuationSeparator" w:id="0">
    <w:p w14:paraId="110E8C3F" w14:textId="77777777" w:rsidR="00387D27" w:rsidRDefault="0038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A0699" w14:textId="77777777" w:rsidR="00387D27" w:rsidRDefault="00387D27">
      <w:r>
        <w:separator/>
      </w:r>
    </w:p>
  </w:footnote>
  <w:footnote w:type="continuationSeparator" w:id="0">
    <w:p w14:paraId="1E0EE8F7" w14:textId="77777777" w:rsidR="00387D27" w:rsidRDefault="00387D27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755E5"/>
    <w:rsid w:val="00387D27"/>
    <w:rsid w:val="00395AB8"/>
    <w:rsid w:val="00395F4C"/>
    <w:rsid w:val="003A14E7"/>
    <w:rsid w:val="003A175F"/>
    <w:rsid w:val="003B2E28"/>
    <w:rsid w:val="003D13CD"/>
    <w:rsid w:val="003D50C1"/>
    <w:rsid w:val="003D5268"/>
    <w:rsid w:val="003F0BD6"/>
    <w:rsid w:val="00450D1D"/>
    <w:rsid w:val="00452BCD"/>
    <w:rsid w:val="00456611"/>
    <w:rsid w:val="00456B89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95776"/>
    <w:rsid w:val="00597EF3"/>
    <w:rsid w:val="005A1702"/>
    <w:rsid w:val="005C3365"/>
    <w:rsid w:val="005D5E67"/>
    <w:rsid w:val="005D67EB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37D6C"/>
    <w:rsid w:val="00844D48"/>
    <w:rsid w:val="00855069"/>
    <w:rsid w:val="00867D24"/>
    <w:rsid w:val="00870733"/>
    <w:rsid w:val="008740F4"/>
    <w:rsid w:val="008834A6"/>
    <w:rsid w:val="00885940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B05EA"/>
    <w:rsid w:val="00AC1A81"/>
    <w:rsid w:val="00AD02C5"/>
    <w:rsid w:val="00AD23A9"/>
    <w:rsid w:val="00AD4D74"/>
    <w:rsid w:val="00AF43A9"/>
    <w:rsid w:val="00B122C9"/>
    <w:rsid w:val="00B2084B"/>
    <w:rsid w:val="00B21585"/>
    <w:rsid w:val="00B221B6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C4C4C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6D42"/>
    <w:rsid w:val="00D64DC8"/>
    <w:rsid w:val="00D74F5B"/>
    <w:rsid w:val="00D7688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1F26"/>
    <w:rsid w:val="00E97C7D"/>
    <w:rsid w:val="00EB1574"/>
    <w:rsid w:val="00EE6C31"/>
    <w:rsid w:val="00EF3F2A"/>
    <w:rsid w:val="00F14518"/>
    <w:rsid w:val="00F17D77"/>
    <w:rsid w:val="00F2104B"/>
    <w:rsid w:val="00F22EE9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456B89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36</cp:revision>
  <cp:lastPrinted>2021-02-08T13:18:00Z</cp:lastPrinted>
  <dcterms:created xsi:type="dcterms:W3CDTF">2021-02-08T13:02:00Z</dcterms:created>
  <dcterms:modified xsi:type="dcterms:W3CDTF">2024-05-07T09:07:00Z</dcterms:modified>
</cp:coreProperties>
</file>