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45A16" w14:textId="77777777" w:rsidR="00F226FA" w:rsidRDefault="00F226F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F09E4A" w14:textId="77777777" w:rsidR="00F226FA" w:rsidRDefault="0000000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11 do SWZ</w:t>
      </w:r>
    </w:p>
    <w:p w14:paraId="4AF53B5F" w14:textId="77777777" w:rsidR="00F226FA" w:rsidRDefault="00F226F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CF39815" w14:textId="77777777" w:rsidR="00F226FA" w:rsidRDefault="00F226F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81E3F09" w14:textId="77777777" w:rsidR="00F226FA" w:rsidRDefault="0000000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B651B34" w14:textId="77777777" w:rsidR="00F226FA" w:rsidRDefault="0000000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0D1790D" w14:textId="77777777" w:rsidR="00F226FA" w:rsidRDefault="0000000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F1DB593" w14:textId="77777777" w:rsidR="00F226FA" w:rsidRDefault="0000000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1CB97AD" w14:textId="77777777" w:rsidR="00F226FA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A86A86F" w14:textId="77777777" w:rsidR="00F226FA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F862F8" w14:textId="77777777" w:rsidR="00F226FA" w:rsidRDefault="0000000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5F9AA38" w14:textId="77777777" w:rsidR="00F226FA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604165C" w14:textId="77777777" w:rsidR="00F226FA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AB677" w14:textId="77777777" w:rsidR="00F226FA" w:rsidRDefault="00F226FA">
      <w:pPr>
        <w:rPr>
          <w:rFonts w:ascii="Arial" w:hAnsi="Arial" w:cs="Arial"/>
          <w:sz w:val="21"/>
          <w:szCs w:val="21"/>
        </w:rPr>
      </w:pPr>
    </w:p>
    <w:p w14:paraId="7296D469" w14:textId="77777777" w:rsidR="00F226FA" w:rsidRDefault="00F226FA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F5FB08A" w14:textId="77777777" w:rsidR="00F226FA" w:rsidRDefault="0000000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3504634B" w14:textId="77777777" w:rsidR="00F226FA" w:rsidRDefault="00000000">
      <w:pPr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46200D4" w14:textId="77777777" w:rsidR="00F226FA" w:rsidRDefault="0000000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Pzp </w:t>
      </w:r>
    </w:p>
    <w:p w14:paraId="3EC66A8E" w14:textId="77777777" w:rsidR="00F226FA" w:rsidRDefault="00F226FA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CF2A380" w14:textId="77777777" w:rsidR="00F226FA" w:rsidRDefault="00F226F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3773E23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097C058" w14:textId="77777777" w:rsidR="00F226FA" w:rsidRDefault="00F226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8BAE4EF" w14:textId="77777777" w:rsidR="00F226FA" w:rsidRDefault="00000000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4ED6D22" w14:textId="77777777" w:rsidR="00F226FA" w:rsidRDefault="00F226F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3806FB2" w14:textId="77777777" w:rsidR="00F226F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108 ust. 1 ustawy Pzp.</w:t>
      </w:r>
    </w:p>
    <w:p w14:paraId="1149B7F0" w14:textId="77777777" w:rsidR="00F226F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</w:pPr>
      <w:bookmarkStart w:id="0" w:name="_Hlk99016800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54223579" w14:textId="77777777" w:rsidR="00F226FA" w:rsidRDefault="00000000">
      <w:pPr>
        <w:pStyle w:val="Akapitzlist"/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109 ust. 1 ustawy Pzp</w:t>
      </w:r>
      <w:r>
        <w:rPr>
          <w:rFonts w:ascii="Arial" w:hAnsi="Arial" w:cs="Arial"/>
          <w:sz w:val="16"/>
          <w:szCs w:val="16"/>
        </w:rPr>
        <w:t>.</w:t>
      </w:r>
    </w:p>
    <w:p w14:paraId="3F6A4124" w14:textId="77777777" w:rsidR="00F226FA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>
        <w:rPr>
          <w:rFonts w:ascii="Arial" w:hAnsi="Arial" w:cs="Arial"/>
          <w:sz w:val="21"/>
          <w:szCs w:val="21"/>
        </w:rPr>
        <w:lastRenderedPageBreak/>
        <w:t>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1E847" w14:textId="77777777" w:rsidR="00F226FA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8E2B4" w14:textId="77777777" w:rsidR="00F226FA" w:rsidRDefault="0000000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7E2DF757" w14:textId="77777777" w:rsidR="00F226FA" w:rsidRDefault="00F226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76D0A6" w14:textId="77777777" w:rsidR="00F226FA" w:rsidRDefault="00000000">
      <w:pPr>
        <w:spacing w:after="0" w:line="360" w:lineRule="auto"/>
        <w:jc w:val="both"/>
      </w:pPr>
      <w:bookmarkStart w:id="1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1D2F3684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1"/>
    </w:p>
    <w:p w14:paraId="374B20FF" w14:textId="77777777" w:rsidR="00F226FA" w:rsidRDefault="00F226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3DB592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26B8132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01484F3B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E144BC5" w14:textId="77777777" w:rsidR="00F226FA" w:rsidRDefault="00F226F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BABAD64" w14:textId="77777777" w:rsidR="00F226FA" w:rsidRDefault="00000000">
      <w:pPr>
        <w:shd w:val="clear" w:color="auto" w:fill="BFBFBF"/>
        <w:spacing w:after="12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427BF0E" w14:textId="77777777" w:rsidR="00F226FA" w:rsidRDefault="00000000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3D93AF4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3FB76554" w14:textId="77777777" w:rsidR="00F226FA" w:rsidRDefault="0000000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9B71450" w14:textId="77777777" w:rsidR="00F226FA" w:rsidRDefault="0000000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F93483B" w14:textId="77777777" w:rsidR="00F226FA" w:rsidRDefault="0000000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5046F359" w14:textId="77777777" w:rsidR="00F226FA" w:rsidRDefault="00000000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CF2772C" w14:textId="77777777" w:rsidR="00F226FA" w:rsidRDefault="0000000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CD2A4A9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08039A6D" w14:textId="77777777" w:rsidR="00F226FA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D47EF77" w14:textId="77777777" w:rsidR="00F226FA" w:rsidRDefault="00000000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BBA4D9F" w14:textId="77777777" w:rsidR="00F226FA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54098BD" w14:textId="77777777" w:rsidR="00F226FA" w:rsidRDefault="0000000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306B8B" w14:textId="77777777" w:rsidR="00F226FA" w:rsidRDefault="00F226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9A8804" w14:textId="77777777" w:rsidR="00F226F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960D719" w14:textId="77777777" w:rsidR="00F226FA" w:rsidRDefault="00000000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328A52A" w14:textId="77777777" w:rsidR="00F226FA" w:rsidRDefault="00F226FA"/>
    <w:sectPr w:rsidR="00F226FA">
      <w:endnotePr>
        <w:numFmt w:val="decimal"/>
      </w:endnotePr>
      <w:pgSz w:w="11906" w:h="16838"/>
      <w:pgMar w:top="568" w:right="1417" w:bottom="99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317" w14:textId="77777777" w:rsidR="007A7327" w:rsidRDefault="007A7327">
      <w:pPr>
        <w:spacing w:after="0" w:line="240" w:lineRule="auto"/>
      </w:pPr>
      <w:r>
        <w:separator/>
      </w:r>
    </w:p>
  </w:endnote>
  <w:endnote w:type="continuationSeparator" w:id="0">
    <w:p w14:paraId="3CE6EA9A" w14:textId="77777777" w:rsidR="007A7327" w:rsidRDefault="007A7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6DA7C" w14:textId="77777777" w:rsidR="007A7327" w:rsidRDefault="007A73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3E8C92" w14:textId="77777777" w:rsidR="007A7327" w:rsidRDefault="007A7327">
      <w:pPr>
        <w:spacing w:after="0" w:line="240" w:lineRule="auto"/>
      </w:pPr>
      <w:r>
        <w:continuationSeparator/>
      </w:r>
    </w:p>
  </w:footnote>
  <w:footnote w:id="1">
    <w:p w14:paraId="581B1021" w14:textId="77777777" w:rsidR="00F226FA" w:rsidRDefault="00000000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46B2E8" w14:textId="77777777" w:rsidR="00F226FA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4A3DDB" w14:textId="77777777" w:rsidR="00F226FA" w:rsidRDefault="00000000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3D0A7" w14:textId="77777777" w:rsidR="00F226FA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A03E1"/>
    <w:multiLevelType w:val="multilevel"/>
    <w:tmpl w:val="FFFAA01A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47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226FA"/>
    <w:rsid w:val="007A7327"/>
    <w:rsid w:val="00823DCA"/>
    <w:rsid w:val="00F2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6787"/>
  <w15:docId w15:val="{3352AC19-0F23-49C9-AD97-CA4531B9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NormalnyWeb">
    <w:name w:val="Normal (Web)"/>
    <w:basedOn w:val="Normalny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4271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MOSIR</dc:creator>
  <dc:description/>
  <cp:lastModifiedBy>Michasia Rojczyk</cp:lastModifiedBy>
  <cp:revision>2</cp:revision>
  <dcterms:created xsi:type="dcterms:W3CDTF">2023-11-20T11:02:00Z</dcterms:created>
  <dcterms:modified xsi:type="dcterms:W3CDTF">2023-11-20T11:02:00Z</dcterms:modified>
</cp:coreProperties>
</file>